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65B7F1" w14:textId="77777777" w:rsidR="00E079CC" w:rsidRPr="00E079CC" w:rsidRDefault="00E079CC" w:rsidP="00E079CC">
      <w:pPr>
        <w:rPr>
          <w:rFonts w:ascii="ＭＳ 明朝" w:hAnsi="ＭＳ 明朝" w:cs="ＭＳ 明朝"/>
        </w:rPr>
      </w:pPr>
      <w:r w:rsidRPr="00E079CC">
        <w:rPr>
          <w:rFonts w:ascii="ＭＳ 明朝" w:hAnsi="ＭＳ 明朝" w:cs="ＭＳ 明朝" w:hint="eastAsia"/>
        </w:rPr>
        <w:t>ブレイク・タイム</w:t>
      </w:r>
    </w:p>
    <w:p w14:paraId="1C4E67E7" w14:textId="77777777" w:rsidR="00205BBB" w:rsidRDefault="00E079CC" w:rsidP="00E079CC">
      <w:r>
        <w:rPr>
          <w:rFonts w:hint="eastAsia"/>
        </w:rPr>
        <w:t>Ｐ．</w:t>
      </w:r>
      <w:r w:rsidRPr="00C720A9">
        <w:rPr>
          <w:eastAsianLayout w:id="1731379456" w:vert="1" w:vertCompress="1"/>
        </w:rPr>
        <w:t>13</w:t>
      </w:r>
    </w:p>
    <w:p w14:paraId="06F4CA1C" w14:textId="77777777" w:rsidR="00E353C4" w:rsidRPr="00E353C4" w:rsidRDefault="00E353C4" w:rsidP="00E353C4">
      <w:pPr>
        <w:ind w:left="240" w:hangingChars="100" w:hanging="240"/>
      </w:pPr>
      <w:r w:rsidRPr="00E353C4">
        <w:rPr>
          <w:rFonts w:hint="eastAsia"/>
          <w:bdr w:val="single" w:sz="4" w:space="0" w:color="auto"/>
        </w:rPr>
        <w:t>１</w:t>
      </w:r>
      <w:r w:rsidRPr="00E353C4">
        <w:rPr>
          <w:rFonts w:hint="eastAsia"/>
        </w:rPr>
        <w:t xml:space="preserve">　『和泉式部日記』と成立が同じ時代では</w:t>
      </w:r>
      <w:bookmarkStart w:id="0" w:name="_GoBack"/>
      <w:r w:rsidRPr="001D1949">
        <w:rPr>
          <w:rStyle w:val="af4"/>
          <w:rFonts w:hint="eastAsia"/>
        </w:rPr>
        <w:t>ない</w:t>
      </w:r>
      <w:bookmarkEnd w:id="0"/>
      <w:r w:rsidRPr="00E353C4">
        <w:rPr>
          <w:rFonts w:hint="eastAsia"/>
        </w:rPr>
        <w:t>日記文学作品を次から一つ選べ。</w:t>
      </w:r>
    </w:p>
    <w:p w14:paraId="77FA48B2" w14:textId="77777777" w:rsidR="00E353C4" w:rsidRPr="00E353C4" w:rsidRDefault="00E353C4" w:rsidP="00326351">
      <w:pPr>
        <w:ind w:leftChars="100" w:left="240"/>
      </w:pPr>
      <w:r w:rsidRPr="00E353C4">
        <w:rPr>
          <w:rFonts w:hint="eastAsia"/>
        </w:rPr>
        <w:t>ア　更級日記　　　イ　讃岐典侍日記</w:t>
      </w:r>
    </w:p>
    <w:p w14:paraId="57C3BB2A" w14:textId="77777777" w:rsidR="00E353C4" w:rsidRPr="00E353C4" w:rsidRDefault="00E353C4" w:rsidP="00326351">
      <w:pPr>
        <w:ind w:leftChars="100" w:left="240"/>
      </w:pPr>
      <w:r w:rsidRPr="00E353C4">
        <w:rPr>
          <w:rFonts w:hint="eastAsia"/>
        </w:rPr>
        <w:t>ウ　紫式部日記　　エ　十六夜日記</w:t>
      </w:r>
    </w:p>
    <w:p w14:paraId="0AF026AF" w14:textId="4A768E74" w:rsidR="00E353C4" w:rsidRPr="00E353C4" w:rsidRDefault="00E353C4" w:rsidP="00326351">
      <w:pPr>
        <w:ind w:leftChars="100" w:left="240"/>
      </w:pPr>
      <w:r w:rsidRPr="00E353C4">
        <w:rPr>
          <w:rFonts w:hint="eastAsia"/>
        </w:rPr>
        <w:t>オ　蜻蛉日記</w:t>
      </w:r>
      <w:r w:rsidR="00326351">
        <w:rPr>
          <w:rFonts w:hint="eastAsia"/>
        </w:rPr>
        <w:t xml:space="preserve">　　　　　　　　　　　　　　　　</w:t>
      </w:r>
      <w:r>
        <w:rPr>
          <w:rFonts w:hint="eastAsia"/>
        </w:rPr>
        <w:t xml:space="preserve">　　　　　　</w:t>
      </w:r>
      <w:r w:rsidRPr="00E353C4">
        <w:rPr>
          <w:rFonts w:hint="eastAsia"/>
        </w:rPr>
        <w:t>（愛知学院大）</w:t>
      </w:r>
    </w:p>
    <w:p w14:paraId="3A08B4AF" w14:textId="77777777" w:rsidR="00E353C4" w:rsidRPr="00E353C4" w:rsidRDefault="00E353C4" w:rsidP="00E353C4"/>
    <w:p w14:paraId="7B085E62" w14:textId="77777777" w:rsidR="00E353C4" w:rsidRPr="00E353C4" w:rsidRDefault="00E353C4" w:rsidP="00E353C4">
      <w:pPr>
        <w:ind w:left="240" w:hangingChars="100" w:hanging="240"/>
      </w:pPr>
      <w:r w:rsidRPr="00E353C4">
        <w:rPr>
          <w:rFonts w:hint="eastAsia"/>
          <w:bdr w:val="single" w:sz="4" w:space="0" w:color="auto"/>
        </w:rPr>
        <w:t>２</w:t>
      </w:r>
      <w:r w:rsidRPr="00E353C4">
        <w:rPr>
          <w:rFonts w:hint="eastAsia"/>
        </w:rPr>
        <w:t xml:space="preserve">　『金葉和歌集』は勅撰和歌集であるが、この和歌集より前に撰進された勅撰和歌集を次から</w:t>
      </w:r>
      <w:r w:rsidRPr="00E353C4">
        <w:rPr>
          <w:rFonts w:hint="eastAsia"/>
          <w:u w:val="thick"/>
        </w:rPr>
        <w:t>二つ</w:t>
      </w:r>
      <w:r w:rsidRPr="00E353C4">
        <w:rPr>
          <w:rFonts w:hint="eastAsia"/>
        </w:rPr>
        <w:t>選べ。</w:t>
      </w:r>
    </w:p>
    <w:p w14:paraId="0B19DA61" w14:textId="77777777" w:rsidR="00E353C4" w:rsidRPr="00E353C4" w:rsidRDefault="00E353C4" w:rsidP="00326351">
      <w:pPr>
        <w:ind w:leftChars="100" w:left="240"/>
      </w:pPr>
      <w:r w:rsidRPr="00E353C4">
        <w:rPr>
          <w:rFonts w:hint="eastAsia"/>
        </w:rPr>
        <w:t>ア　金槐和歌集　　　イ　古今和歌集</w:t>
      </w:r>
    </w:p>
    <w:p w14:paraId="79DB699E" w14:textId="77777777" w:rsidR="00E353C4" w:rsidRPr="00E353C4" w:rsidRDefault="00E353C4" w:rsidP="00326351">
      <w:pPr>
        <w:ind w:leftChars="100" w:left="240"/>
      </w:pPr>
      <w:r w:rsidRPr="00E353C4">
        <w:rPr>
          <w:rFonts w:hint="eastAsia"/>
        </w:rPr>
        <w:t>ウ　山家集　　　　　エ　拾遺和歌集</w:t>
      </w:r>
    </w:p>
    <w:p w14:paraId="716FBCF2" w14:textId="64E378EF" w:rsidR="00E353C4" w:rsidRDefault="00E353C4" w:rsidP="00326351">
      <w:pPr>
        <w:ind w:leftChars="100" w:left="240"/>
      </w:pPr>
      <w:r w:rsidRPr="00E353C4">
        <w:rPr>
          <w:rFonts w:hint="eastAsia"/>
        </w:rPr>
        <w:t>オ　新古今和歌集　　カ　万葉集</w:t>
      </w:r>
      <w:r w:rsidR="00326351">
        <w:rPr>
          <w:rFonts w:hint="eastAsia"/>
        </w:rPr>
        <w:t xml:space="preserve">　　　　　　　　</w:t>
      </w:r>
      <w:r>
        <w:rPr>
          <w:rFonts w:hint="eastAsia"/>
        </w:rPr>
        <w:t xml:space="preserve">　　　　　</w:t>
      </w:r>
      <w:r w:rsidRPr="00E353C4">
        <w:rPr>
          <w:rFonts w:hint="eastAsia"/>
        </w:rPr>
        <w:t>（関西学院大）</w:t>
      </w:r>
    </w:p>
    <w:p w14:paraId="66B07524" w14:textId="77777777" w:rsidR="00E353C4" w:rsidRPr="00E353C4" w:rsidRDefault="00E353C4" w:rsidP="00E353C4"/>
    <w:p w14:paraId="1A8ACF35" w14:textId="77777777" w:rsidR="00E353C4" w:rsidRPr="00E353C4" w:rsidRDefault="00E353C4" w:rsidP="00A11CC9">
      <w:pPr>
        <w:ind w:left="240" w:hangingChars="100" w:hanging="240"/>
      </w:pPr>
      <w:r w:rsidRPr="00E353C4">
        <w:rPr>
          <w:rFonts w:hint="eastAsia"/>
          <w:bdr w:val="single" w:sz="4" w:space="0" w:color="auto"/>
        </w:rPr>
        <w:t>３</w:t>
      </w:r>
      <w:r w:rsidRPr="00E353C4">
        <w:rPr>
          <w:rFonts w:hint="eastAsia"/>
        </w:rPr>
        <w:t xml:space="preserve">　『枕草子』が成立した頃に活躍した人物を一人選べ。</w:t>
      </w:r>
    </w:p>
    <w:p w14:paraId="5A3BD1A9" w14:textId="77777777" w:rsidR="00E353C4" w:rsidRPr="00E353C4" w:rsidRDefault="00E353C4" w:rsidP="00326351">
      <w:pPr>
        <w:ind w:leftChars="100" w:left="240"/>
      </w:pPr>
      <w:r w:rsidRPr="00E353C4">
        <w:rPr>
          <w:rFonts w:hint="eastAsia"/>
        </w:rPr>
        <w:t>ア　藤原定家　　イ　大伴家持</w:t>
      </w:r>
    </w:p>
    <w:p w14:paraId="43E71D15" w14:textId="68EA043F" w:rsidR="00E353C4" w:rsidRPr="00E353C4" w:rsidRDefault="00E353C4" w:rsidP="00326351">
      <w:pPr>
        <w:ind w:leftChars="100" w:left="240"/>
      </w:pPr>
      <w:r w:rsidRPr="00E353C4">
        <w:rPr>
          <w:rFonts w:hint="eastAsia"/>
        </w:rPr>
        <w:t>ウ　藤原道長　　エ　菅原道真</w:t>
      </w:r>
      <w:r w:rsidR="00326351">
        <w:rPr>
          <w:rFonts w:hint="eastAsia"/>
        </w:rPr>
        <w:t xml:space="preserve">　　　　　　　　　　</w:t>
      </w:r>
      <w:r>
        <w:rPr>
          <w:rFonts w:hint="eastAsia"/>
        </w:rPr>
        <w:t xml:space="preserve">　　　　</w:t>
      </w:r>
      <w:r w:rsidRPr="00E353C4">
        <w:rPr>
          <w:rFonts w:hint="eastAsia"/>
        </w:rPr>
        <w:t>（京都産業大）</w:t>
      </w:r>
    </w:p>
    <w:p w14:paraId="14537C8F" w14:textId="77777777" w:rsidR="00E353C4" w:rsidRPr="00E353C4" w:rsidRDefault="00E353C4" w:rsidP="00E353C4"/>
    <w:p w14:paraId="2C6846B4" w14:textId="77777777" w:rsidR="00C720A9" w:rsidRDefault="00C720A9" w:rsidP="00C720A9">
      <w:r>
        <w:rPr>
          <w:rFonts w:hint="eastAsia"/>
        </w:rPr>
        <w:t>【解答】</w:t>
      </w:r>
    </w:p>
    <w:p w14:paraId="0D3B50EA" w14:textId="439C252F" w:rsidR="00C720A9" w:rsidRPr="00C720A9" w:rsidRDefault="00C720A9" w:rsidP="00C720A9">
      <w:r w:rsidRPr="00E353C4">
        <w:rPr>
          <w:rFonts w:hint="eastAsia"/>
          <w:bdr w:val="single" w:sz="4" w:space="0" w:color="auto"/>
        </w:rPr>
        <w:t>１</w:t>
      </w:r>
      <w:r w:rsidRPr="00C720A9">
        <w:rPr>
          <w:rFonts w:hint="eastAsia"/>
        </w:rPr>
        <w:t xml:space="preserve">　エ</w:t>
      </w:r>
    </w:p>
    <w:p w14:paraId="379BD8FB" w14:textId="4254D99D" w:rsidR="00C720A9" w:rsidRPr="00C720A9" w:rsidRDefault="00C720A9" w:rsidP="00C720A9">
      <w:r w:rsidRPr="00E353C4">
        <w:rPr>
          <w:rFonts w:hint="eastAsia"/>
          <w:bdr w:val="single" w:sz="4" w:space="0" w:color="auto"/>
        </w:rPr>
        <w:t>２</w:t>
      </w:r>
      <w:r w:rsidRPr="00C720A9">
        <w:rPr>
          <w:rFonts w:hint="eastAsia"/>
        </w:rPr>
        <w:t xml:space="preserve">　イ・エ</w:t>
      </w:r>
    </w:p>
    <w:p w14:paraId="61DE29D4" w14:textId="77EC808B" w:rsidR="00326351" w:rsidRDefault="00C720A9" w:rsidP="00C720A9">
      <w:r w:rsidRPr="00E353C4">
        <w:rPr>
          <w:rFonts w:hint="eastAsia"/>
          <w:bdr w:val="single" w:sz="4" w:space="0" w:color="auto"/>
        </w:rPr>
        <w:t>３</w:t>
      </w:r>
      <w:r w:rsidRPr="00C720A9">
        <w:rPr>
          <w:rFonts w:hint="eastAsia"/>
        </w:rPr>
        <w:t xml:space="preserve">　ウ</w:t>
      </w:r>
    </w:p>
    <w:p w14:paraId="470C505A" w14:textId="77777777" w:rsidR="00326351" w:rsidRDefault="00326351">
      <w:pPr>
        <w:widowControl/>
        <w:spacing w:line="240" w:lineRule="auto"/>
        <w:jc w:val="left"/>
      </w:pPr>
      <w:r>
        <w:br w:type="page"/>
      </w:r>
    </w:p>
    <w:p w14:paraId="3E1BF93A" w14:textId="28FFEBFA" w:rsidR="00326351" w:rsidRDefault="00326351" w:rsidP="00326351">
      <w:r>
        <w:rPr>
          <w:rFonts w:hint="eastAsia"/>
        </w:rPr>
        <w:lastRenderedPageBreak/>
        <w:t>Ｐ．</w:t>
      </w:r>
      <w:r w:rsidR="00B9189B">
        <w:rPr>
          <w:rFonts w:hint="eastAsia"/>
          <w:eastAsianLayout w:id="1731379456" w:vert="1" w:vertCompress="1"/>
        </w:rPr>
        <w:t>38</w:t>
      </w:r>
    </w:p>
    <w:p w14:paraId="718448BE" w14:textId="3DD78B98" w:rsidR="00326351" w:rsidRPr="00326351" w:rsidRDefault="00483A08" w:rsidP="00483A08">
      <w:pPr>
        <w:ind w:left="240" w:hangingChars="100" w:hanging="240"/>
      </w:pPr>
      <w:r w:rsidRPr="00483A08">
        <w:rPr>
          <w:rFonts w:hint="eastAsia"/>
          <w:bdr w:val="single" w:sz="4" w:space="0" w:color="auto"/>
        </w:rPr>
        <w:t>４</w:t>
      </w:r>
      <w:r w:rsidR="00326351" w:rsidRPr="00326351">
        <w:rPr>
          <w:rFonts w:hint="eastAsia"/>
        </w:rPr>
        <w:t xml:space="preserve">　曲亭馬琴は、どのようなジャンルで活躍した文学者か。適切なものを次から一つ選べ。</w:t>
      </w:r>
    </w:p>
    <w:p w14:paraId="7AE78B1F" w14:textId="77777777" w:rsidR="00326351" w:rsidRPr="00326351" w:rsidRDefault="00326351" w:rsidP="00483A08">
      <w:pPr>
        <w:ind w:leftChars="100" w:left="240"/>
      </w:pPr>
      <w:r w:rsidRPr="00326351">
        <w:rPr>
          <w:rFonts w:hint="eastAsia"/>
        </w:rPr>
        <w:t>ア　歌舞伎　　イ　滑稽本　　ウ　浄瑠璃</w:t>
      </w:r>
    </w:p>
    <w:p w14:paraId="1FD1116F" w14:textId="4FFD9919" w:rsidR="00326351" w:rsidRPr="00326351" w:rsidRDefault="00326351" w:rsidP="00483A08">
      <w:pPr>
        <w:ind w:leftChars="100" w:left="240"/>
      </w:pPr>
      <w:r w:rsidRPr="00326351">
        <w:rPr>
          <w:rFonts w:hint="eastAsia"/>
        </w:rPr>
        <w:t>エ　人情本　　オ　読本</w:t>
      </w:r>
      <w:r w:rsidR="00483A08">
        <w:rPr>
          <w:rFonts w:hint="eastAsia"/>
        </w:rPr>
        <w:t xml:space="preserve">　　　　　　　　　　　　　　　　　</w:t>
      </w:r>
      <w:r w:rsidRPr="00326351">
        <w:rPr>
          <w:rFonts w:hint="eastAsia"/>
        </w:rPr>
        <w:t>（愛知学院大）</w:t>
      </w:r>
    </w:p>
    <w:p w14:paraId="70348BEF" w14:textId="77777777" w:rsidR="00326351" w:rsidRDefault="00326351" w:rsidP="00326351"/>
    <w:p w14:paraId="32969BD4" w14:textId="234F0D51" w:rsidR="00326351" w:rsidRPr="00326351" w:rsidRDefault="00483A08" w:rsidP="00483A08">
      <w:pPr>
        <w:ind w:left="240" w:hangingChars="100" w:hanging="240"/>
      </w:pPr>
      <w:r w:rsidRPr="00483A08">
        <w:rPr>
          <w:rFonts w:hint="eastAsia"/>
          <w:bdr w:val="single" w:sz="4" w:space="0" w:color="auto"/>
        </w:rPr>
        <w:t>５</w:t>
      </w:r>
      <w:r w:rsidR="00326351" w:rsidRPr="00326351">
        <w:rPr>
          <w:rFonts w:hint="eastAsia"/>
        </w:rPr>
        <w:t xml:space="preserve">　『とりかへばや物語』は、『源氏物語』の影響を受けて成立した物語作品である。同じように『源氏物語』の影響を受けて成立した作品を次から一つ選べ。</w:t>
      </w:r>
    </w:p>
    <w:p w14:paraId="56E4D8F3" w14:textId="77777777" w:rsidR="00326351" w:rsidRPr="00326351" w:rsidRDefault="00326351" w:rsidP="00483A08">
      <w:pPr>
        <w:ind w:leftChars="100" w:left="240"/>
      </w:pPr>
      <w:r w:rsidRPr="00326351">
        <w:rPr>
          <w:rFonts w:hint="eastAsia"/>
        </w:rPr>
        <w:t xml:space="preserve">ア　伊勢物語　　イ　落窪物語　　</w:t>
      </w:r>
    </w:p>
    <w:p w14:paraId="2463C050" w14:textId="77777777" w:rsidR="00326351" w:rsidRPr="00326351" w:rsidRDefault="00326351" w:rsidP="00483A08">
      <w:pPr>
        <w:ind w:leftChars="100" w:left="240"/>
      </w:pPr>
      <w:r w:rsidRPr="00326351">
        <w:rPr>
          <w:rFonts w:hint="eastAsia"/>
        </w:rPr>
        <w:t>ウ　狭衣物語　　エ　大和物語</w:t>
      </w:r>
    </w:p>
    <w:p w14:paraId="21D59555" w14:textId="5CB800B3" w:rsidR="00326351" w:rsidRPr="00326351" w:rsidRDefault="00326351" w:rsidP="00483A08">
      <w:pPr>
        <w:ind w:leftChars="100" w:left="240"/>
      </w:pPr>
      <w:r w:rsidRPr="00326351">
        <w:rPr>
          <w:rFonts w:hint="eastAsia"/>
        </w:rPr>
        <w:t>オ　竹取物語</w:t>
      </w:r>
      <w:r w:rsidR="00483A08">
        <w:rPr>
          <w:rFonts w:hint="eastAsia"/>
        </w:rPr>
        <w:t xml:space="preserve">　　　　　　　　　　　　　　　　　　　　　　　　</w:t>
      </w:r>
      <w:r w:rsidRPr="00326351">
        <w:rPr>
          <w:rFonts w:hint="eastAsia"/>
        </w:rPr>
        <w:t>（駒澤大）</w:t>
      </w:r>
    </w:p>
    <w:p w14:paraId="2AE94311" w14:textId="77777777" w:rsidR="00326351" w:rsidRDefault="00326351" w:rsidP="00326351"/>
    <w:p w14:paraId="19CE904F" w14:textId="29B8AD5D" w:rsidR="00326351" w:rsidRPr="00326351" w:rsidRDefault="00483A08" w:rsidP="00A11CC9">
      <w:pPr>
        <w:ind w:left="240" w:hangingChars="100" w:hanging="240"/>
      </w:pPr>
      <w:r w:rsidRPr="00483A08">
        <w:rPr>
          <w:rFonts w:hint="eastAsia"/>
          <w:bdr w:val="single" w:sz="4" w:space="0" w:color="auto"/>
        </w:rPr>
        <w:t>６</w:t>
      </w:r>
      <w:r w:rsidR="00326351" w:rsidRPr="00326351">
        <w:rPr>
          <w:rFonts w:hint="eastAsia"/>
        </w:rPr>
        <w:t xml:space="preserve">　『更級日記』の作者の名前を次から一つ選べ。</w:t>
      </w:r>
    </w:p>
    <w:p w14:paraId="2482E38B" w14:textId="77777777" w:rsidR="00326351" w:rsidRPr="00326351" w:rsidRDefault="00326351" w:rsidP="00483A08">
      <w:pPr>
        <w:ind w:leftChars="100" w:left="240"/>
      </w:pPr>
      <w:r w:rsidRPr="00326351">
        <w:rPr>
          <w:rFonts w:hint="eastAsia"/>
        </w:rPr>
        <w:t xml:space="preserve">ア　額田王　　　　イ　菅原孝標女　　</w:t>
      </w:r>
    </w:p>
    <w:p w14:paraId="1C99C78B" w14:textId="54D3BC05" w:rsidR="00326351" w:rsidRDefault="00326351" w:rsidP="00483A08">
      <w:pPr>
        <w:ind w:leftChars="100" w:left="240"/>
      </w:pPr>
      <w:r w:rsidRPr="00326351">
        <w:rPr>
          <w:rFonts w:hint="eastAsia"/>
        </w:rPr>
        <w:t>ウ　藤原道綱母　　エ　和泉式部</w:t>
      </w:r>
      <w:r w:rsidR="00483A08">
        <w:rPr>
          <w:rFonts w:hint="eastAsia"/>
        </w:rPr>
        <w:t xml:space="preserve">　　　　　　　　　　　　　　　</w:t>
      </w:r>
      <w:r w:rsidRPr="00326351">
        <w:rPr>
          <w:rFonts w:hint="eastAsia"/>
        </w:rPr>
        <w:t>（龍谷大）</w:t>
      </w:r>
    </w:p>
    <w:p w14:paraId="551366DA" w14:textId="77777777" w:rsidR="00483A08" w:rsidRPr="00326351" w:rsidRDefault="00483A08" w:rsidP="00483A08">
      <w:pPr>
        <w:ind w:leftChars="100" w:left="240"/>
      </w:pPr>
    </w:p>
    <w:p w14:paraId="5288CFD3" w14:textId="2CDF97E9" w:rsidR="00326351" w:rsidRPr="00326351" w:rsidRDefault="00483A08" w:rsidP="00483A08">
      <w:pPr>
        <w:ind w:left="240" w:hangingChars="100" w:hanging="240"/>
      </w:pPr>
      <w:r w:rsidRPr="00483A08">
        <w:rPr>
          <w:rFonts w:hint="eastAsia"/>
          <w:bdr w:val="single" w:sz="4" w:space="0" w:color="auto"/>
        </w:rPr>
        <w:t>７</w:t>
      </w:r>
      <w:r w:rsidR="00326351" w:rsidRPr="00326351">
        <w:rPr>
          <w:rFonts w:hint="eastAsia"/>
        </w:rPr>
        <w:t xml:space="preserve">　中宮彰子に仕えた女房で、虚構の人物の栄花を語る長編物語を描いたのは誰か。</w:t>
      </w:r>
    </w:p>
    <w:p w14:paraId="6599B18F" w14:textId="77777777" w:rsidR="00326351" w:rsidRPr="00326351" w:rsidRDefault="00326351" w:rsidP="00483A08">
      <w:pPr>
        <w:ind w:leftChars="100" w:left="240"/>
      </w:pPr>
      <w:r w:rsidRPr="00326351">
        <w:rPr>
          <w:rFonts w:hint="eastAsia"/>
        </w:rPr>
        <w:t xml:space="preserve">ア　紫式部　　　イ　赤染衛門　　</w:t>
      </w:r>
    </w:p>
    <w:p w14:paraId="5C61B9F2" w14:textId="4AF6BC21" w:rsidR="00326351" w:rsidRPr="00326351" w:rsidRDefault="00326351" w:rsidP="00483A08">
      <w:pPr>
        <w:ind w:leftChars="100" w:left="240"/>
      </w:pPr>
      <w:r w:rsidRPr="00326351">
        <w:rPr>
          <w:rFonts w:hint="eastAsia"/>
        </w:rPr>
        <w:t>ウ　和泉式部　　エ　清少納言</w:t>
      </w:r>
      <w:r w:rsidR="00483A08">
        <w:rPr>
          <w:rFonts w:hint="eastAsia"/>
        </w:rPr>
        <w:t xml:space="preserve">　　　　　　　　　　　　　　</w:t>
      </w:r>
      <w:r w:rsidRPr="00326351">
        <w:rPr>
          <w:rFonts w:hint="eastAsia"/>
        </w:rPr>
        <w:t>（京都産業大）</w:t>
      </w:r>
    </w:p>
    <w:p w14:paraId="2C27657D" w14:textId="77777777" w:rsidR="00326351" w:rsidRPr="00326351" w:rsidRDefault="00326351" w:rsidP="00326351"/>
    <w:p w14:paraId="7E6D2773" w14:textId="18D3984B" w:rsidR="00326351" w:rsidRPr="00326351" w:rsidRDefault="00483A08" w:rsidP="00A11CC9">
      <w:pPr>
        <w:ind w:left="240" w:hangingChars="100" w:hanging="240"/>
      </w:pPr>
      <w:r w:rsidRPr="00483A08">
        <w:rPr>
          <w:rFonts w:hint="eastAsia"/>
          <w:bdr w:val="single" w:sz="4" w:space="0" w:color="auto"/>
        </w:rPr>
        <w:t>８</w:t>
      </w:r>
      <w:r w:rsidR="00326351" w:rsidRPr="00326351">
        <w:rPr>
          <w:rFonts w:hint="eastAsia"/>
        </w:rPr>
        <w:t xml:space="preserve">　井原西鶴と同時期に活躍した人物を次から選べ。</w:t>
      </w:r>
    </w:p>
    <w:p w14:paraId="3C8F6C13" w14:textId="77777777" w:rsidR="00326351" w:rsidRPr="00326351" w:rsidRDefault="00326351" w:rsidP="00483A08">
      <w:pPr>
        <w:ind w:leftChars="100" w:left="240"/>
      </w:pPr>
      <w:r w:rsidRPr="00326351">
        <w:rPr>
          <w:rFonts w:hint="eastAsia"/>
        </w:rPr>
        <w:t xml:space="preserve">ア　与謝蕪村　　　　イ　上田秋成　　</w:t>
      </w:r>
    </w:p>
    <w:p w14:paraId="6531F422" w14:textId="77777777" w:rsidR="00326351" w:rsidRPr="00326351" w:rsidRDefault="00326351" w:rsidP="00483A08">
      <w:pPr>
        <w:ind w:leftChars="100" w:left="240"/>
      </w:pPr>
      <w:r w:rsidRPr="00326351">
        <w:rPr>
          <w:rFonts w:hint="eastAsia"/>
        </w:rPr>
        <w:t xml:space="preserve">ウ　本居宣長　　　　エ　小林一茶　　</w:t>
      </w:r>
    </w:p>
    <w:p w14:paraId="486FB762" w14:textId="3B656E09" w:rsidR="00326351" w:rsidRPr="00326351" w:rsidRDefault="00326351" w:rsidP="00483A08">
      <w:pPr>
        <w:ind w:leftChars="100" w:left="240"/>
      </w:pPr>
      <w:r w:rsidRPr="00326351">
        <w:rPr>
          <w:rFonts w:hint="eastAsia"/>
        </w:rPr>
        <w:t>オ　近松門左衛門</w:t>
      </w:r>
      <w:r w:rsidR="00483A08">
        <w:rPr>
          <w:rFonts w:hint="eastAsia"/>
        </w:rPr>
        <w:t xml:space="preserve">　　　　　　　　　　　　　　　　　　　　　　</w:t>
      </w:r>
      <w:r w:rsidRPr="00326351">
        <w:rPr>
          <w:rFonts w:hint="eastAsia"/>
        </w:rPr>
        <w:t>（福岡大）</w:t>
      </w:r>
    </w:p>
    <w:p w14:paraId="51BEA4BD" w14:textId="77777777" w:rsidR="00326351" w:rsidRDefault="00326351" w:rsidP="00326351"/>
    <w:p w14:paraId="00DB0E2F" w14:textId="1FD79BBB" w:rsidR="00326351" w:rsidRPr="00326351" w:rsidRDefault="00483A08" w:rsidP="00A11CC9">
      <w:pPr>
        <w:ind w:left="240" w:hangingChars="100" w:hanging="240"/>
      </w:pPr>
      <w:r w:rsidRPr="00483A08">
        <w:rPr>
          <w:rFonts w:hint="eastAsia"/>
          <w:bdr w:val="single" w:sz="4" w:space="0" w:color="auto"/>
        </w:rPr>
        <w:t>９</w:t>
      </w:r>
      <w:r w:rsidR="00326351" w:rsidRPr="00326351">
        <w:rPr>
          <w:rFonts w:hint="eastAsia"/>
        </w:rPr>
        <w:t xml:space="preserve">　『十訓抄』の成立時期に最も近い作品を次から選べ。</w:t>
      </w:r>
    </w:p>
    <w:p w14:paraId="6EBBE3E8" w14:textId="77777777" w:rsidR="00326351" w:rsidRPr="00326351" w:rsidRDefault="00326351" w:rsidP="00483A08">
      <w:pPr>
        <w:ind w:leftChars="100" w:left="240"/>
      </w:pPr>
      <w:r w:rsidRPr="00326351">
        <w:rPr>
          <w:rFonts w:hint="eastAsia"/>
        </w:rPr>
        <w:t xml:space="preserve">ア　弁内侍日記　　イ　古今和歌集　　</w:t>
      </w:r>
    </w:p>
    <w:p w14:paraId="39233C62" w14:textId="77777777" w:rsidR="00326351" w:rsidRPr="00326351" w:rsidRDefault="00326351" w:rsidP="00483A08">
      <w:pPr>
        <w:ind w:leftChars="100" w:left="240"/>
      </w:pPr>
      <w:r w:rsidRPr="00326351">
        <w:rPr>
          <w:rFonts w:hint="eastAsia"/>
        </w:rPr>
        <w:t xml:space="preserve">ウ　枕草子　　　　エ　雨月物語　　　</w:t>
      </w:r>
    </w:p>
    <w:p w14:paraId="17D05FC9" w14:textId="1D3CB404" w:rsidR="00326351" w:rsidRPr="00326351" w:rsidRDefault="00326351" w:rsidP="00483A08">
      <w:pPr>
        <w:ind w:leftChars="100" w:left="240"/>
      </w:pPr>
      <w:r w:rsidRPr="00326351">
        <w:rPr>
          <w:rFonts w:hint="eastAsia"/>
        </w:rPr>
        <w:t>オ　太平記</w:t>
      </w:r>
      <w:r w:rsidR="00483A08">
        <w:rPr>
          <w:rFonts w:hint="eastAsia"/>
        </w:rPr>
        <w:t xml:space="preserve">　　　　　　　　　　　　　　　　　　　　　　　</w:t>
      </w:r>
      <w:r w:rsidRPr="00326351">
        <w:rPr>
          <w:rFonts w:hint="eastAsia"/>
        </w:rPr>
        <w:t>（青山学院大）</w:t>
      </w:r>
    </w:p>
    <w:p w14:paraId="2A64CBD5" w14:textId="77777777" w:rsidR="00E353C4" w:rsidRDefault="00E353C4" w:rsidP="00C720A9"/>
    <w:p w14:paraId="06549C44" w14:textId="77777777" w:rsidR="00483A08" w:rsidRDefault="00483A08" w:rsidP="00483A08">
      <w:r>
        <w:rPr>
          <w:rFonts w:hint="eastAsia"/>
        </w:rPr>
        <w:t>【解答】</w:t>
      </w:r>
    </w:p>
    <w:p w14:paraId="30FA522B" w14:textId="3EB90995" w:rsidR="004A5940" w:rsidRPr="004A5940" w:rsidRDefault="004A5940" w:rsidP="004A5940">
      <w:r w:rsidRPr="00483A08">
        <w:rPr>
          <w:rFonts w:hint="eastAsia"/>
          <w:bdr w:val="single" w:sz="4" w:space="0" w:color="auto"/>
        </w:rPr>
        <w:t>４</w:t>
      </w:r>
      <w:r w:rsidRPr="004A5940">
        <w:rPr>
          <w:rFonts w:hint="eastAsia"/>
        </w:rPr>
        <w:t xml:space="preserve">　オ　　</w:t>
      </w:r>
    </w:p>
    <w:p w14:paraId="0E2F0A39" w14:textId="46799461" w:rsidR="004A5940" w:rsidRPr="004A5940" w:rsidRDefault="004A5940" w:rsidP="004A5940">
      <w:r w:rsidRPr="00483A08">
        <w:rPr>
          <w:rFonts w:hint="eastAsia"/>
          <w:bdr w:val="single" w:sz="4" w:space="0" w:color="auto"/>
        </w:rPr>
        <w:t>５</w:t>
      </w:r>
      <w:r w:rsidRPr="004A5940">
        <w:rPr>
          <w:rFonts w:hint="eastAsia"/>
        </w:rPr>
        <w:t xml:space="preserve">　ウ　　</w:t>
      </w:r>
    </w:p>
    <w:p w14:paraId="3DA7F4F0" w14:textId="33F93CFC" w:rsidR="004A5940" w:rsidRPr="004A5940" w:rsidRDefault="004A5940" w:rsidP="004A5940">
      <w:r w:rsidRPr="00483A08">
        <w:rPr>
          <w:rFonts w:hint="eastAsia"/>
          <w:bdr w:val="single" w:sz="4" w:space="0" w:color="auto"/>
        </w:rPr>
        <w:t>６</w:t>
      </w:r>
      <w:r w:rsidRPr="004A5940">
        <w:rPr>
          <w:rFonts w:hint="eastAsia"/>
        </w:rPr>
        <w:t xml:space="preserve">　イ　　</w:t>
      </w:r>
    </w:p>
    <w:p w14:paraId="6F6C78EC" w14:textId="5B55099C" w:rsidR="004A5940" w:rsidRPr="004A5940" w:rsidRDefault="004A5940" w:rsidP="004A5940">
      <w:r w:rsidRPr="00483A08">
        <w:rPr>
          <w:rFonts w:hint="eastAsia"/>
          <w:bdr w:val="single" w:sz="4" w:space="0" w:color="auto"/>
        </w:rPr>
        <w:t>７</w:t>
      </w:r>
      <w:r w:rsidRPr="004A5940">
        <w:rPr>
          <w:rFonts w:hint="eastAsia"/>
        </w:rPr>
        <w:t xml:space="preserve">　ア　　</w:t>
      </w:r>
    </w:p>
    <w:p w14:paraId="2F67D87E" w14:textId="228AC372" w:rsidR="004A5940" w:rsidRPr="004A5940" w:rsidRDefault="004A5940" w:rsidP="004A5940">
      <w:r w:rsidRPr="00483A08">
        <w:rPr>
          <w:rFonts w:hint="eastAsia"/>
          <w:bdr w:val="single" w:sz="4" w:space="0" w:color="auto"/>
        </w:rPr>
        <w:t>８</w:t>
      </w:r>
      <w:r w:rsidRPr="004A5940">
        <w:rPr>
          <w:rFonts w:hint="eastAsia"/>
        </w:rPr>
        <w:t xml:space="preserve">　オ　　</w:t>
      </w:r>
    </w:p>
    <w:p w14:paraId="3CD2B8CC" w14:textId="7085CB5D" w:rsidR="00483A08" w:rsidRDefault="004A5940" w:rsidP="004A5940">
      <w:r w:rsidRPr="00483A08">
        <w:rPr>
          <w:rFonts w:hint="eastAsia"/>
          <w:bdr w:val="single" w:sz="4" w:space="0" w:color="auto"/>
        </w:rPr>
        <w:t>９</w:t>
      </w:r>
      <w:r w:rsidRPr="004A5940">
        <w:rPr>
          <w:rFonts w:hint="eastAsia"/>
        </w:rPr>
        <w:t xml:space="preserve">　ア</w:t>
      </w:r>
    </w:p>
    <w:p w14:paraId="330DDF6F" w14:textId="36417A4B" w:rsidR="00B9189B" w:rsidRDefault="00B9189B">
      <w:pPr>
        <w:widowControl/>
        <w:spacing w:line="240" w:lineRule="auto"/>
        <w:jc w:val="left"/>
      </w:pPr>
      <w:r>
        <w:br w:type="page"/>
      </w:r>
    </w:p>
    <w:p w14:paraId="08FD6857" w14:textId="665E4A31" w:rsidR="00B9189B" w:rsidRDefault="00B9189B" w:rsidP="004A5940">
      <w:pPr>
        <w:rPr>
          <w:eastAsianLayout w:id="1731379456" w:vert="1" w:vertCompress="1"/>
        </w:rPr>
      </w:pPr>
      <w:r>
        <w:rPr>
          <w:rFonts w:hint="eastAsia"/>
        </w:rPr>
        <w:t>Ｐ．</w:t>
      </w:r>
      <w:r>
        <w:rPr>
          <w:rFonts w:hint="eastAsia"/>
          <w:eastAsianLayout w:id="1731379456" w:vert="1" w:vertCompress="1"/>
        </w:rPr>
        <w:t>55</w:t>
      </w:r>
    </w:p>
    <w:p w14:paraId="7DBA5A14" w14:textId="7C346F68" w:rsidR="00B9189B" w:rsidRPr="00B9189B" w:rsidRDefault="00B9189B" w:rsidP="00B9189B">
      <w:pPr>
        <w:ind w:left="240" w:hangingChars="100" w:hanging="240"/>
      </w:pPr>
      <w:r w:rsidRPr="00B9189B">
        <w:rPr>
          <w:rFonts w:hint="eastAsia"/>
          <w:bdr w:val="single" w:sz="4" w:space="0" w:color="auto"/>
          <w:eastAsianLayout w:id="1731382273" w:vert="1" w:vertCompress="1"/>
        </w:rPr>
        <w:t>10</w:t>
      </w:r>
      <w:r w:rsidRPr="00B9189B">
        <w:rPr>
          <w:rFonts w:hint="eastAsia"/>
        </w:rPr>
        <w:t xml:space="preserve">　文学作品に関する作品名―ジャンル―作者の組み合わせが誤っているものを次から一つ選べ。</w:t>
      </w:r>
    </w:p>
    <w:p w14:paraId="711EB00B" w14:textId="77777777" w:rsidR="00B9189B" w:rsidRPr="00B9189B" w:rsidRDefault="00B9189B" w:rsidP="00B9189B">
      <w:pPr>
        <w:ind w:leftChars="100" w:left="240"/>
      </w:pPr>
      <w:r w:rsidRPr="00B9189B">
        <w:rPr>
          <w:rFonts w:hint="eastAsia"/>
        </w:rPr>
        <w:t xml:space="preserve">ア　神皇正統記―史論―北畠親房　　</w:t>
      </w:r>
    </w:p>
    <w:p w14:paraId="41547CB9" w14:textId="77777777" w:rsidR="00B9189B" w:rsidRPr="00B9189B" w:rsidRDefault="00B9189B" w:rsidP="00B9189B">
      <w:pPr>
        <w:ind w:leftChars="100" w:left="240"/>
      </w:pPr>
      <w:r w:rsidRPr="00B9189B">
        <w:rPr>
          <w:rFonts w:hint="eastAsia"/>
        </w:rPr>
        <w:t>イ　山家集―歌集―西行法師</w:t>
      </w:r>
    </w:p>
    <w:p w14:paraId="6141A03E" w14:textId="77777777" w:rsidR="00B9189B" w:rsidRPr="00B9189B" w:rsidRDefault="00B9189B" w:rsidP="00B9189B">
      <w:pPr>
        <w:ind w:leftChars="100" w:left="240"/>
      </w:pPr>
      <w:r w:rsidRPr="00B9189B">
        <w:rPr>
          <w:rFonts w:hint="eastAsia"/>
        </w:rPr>
        <w:t xml:space="preserve">ウ　万葉考―随筆―本居宣長　　　　</w:t>
      </w:r>
    </w:p>
    <w:p w14:paraId="2DAD5EF7" w14:textId="77777777" w:rsidR="00B9189B" w:rsidRPr="00B9189B" w:rsidRDefault="00B9189B" w:rsidP="00B9189B">
      <w:pPr>
        <w:ind w:leftChars="100" w:left="240"/>
      </w:pPr>
      <w:r w:rsidRPr="00B9189B">
        <w:rPr>
          <w:rFonts w:hint="eastAsia"/>
        </w:rPr>
        <w:t>エ　醒睡笑―仮名草子―安楽庵策伝</w:t>
      </w:r>
    </w:p>
    <w:p w14:paraId="6F20E78B" w14:textId="7C19B36D" w:rsidR="00B9189B" w:rsidRDefault="00B9189B" w:rsidP="00B9189B">
      <w:pPr>
        <w:ind w:leftChars="100" w:left="240"/>
      </w:pPr>
      <w:r w:rsidRPr="00B9189B">
        <w:rPr>
          <w:rFonts w:hint="eastAsia"/>
        </w:rPr>
        <w:t>オ　椿説弓張月―読本―曲亭馬琴</w:t>
      </w:r>
      <w:r w:rsidR="00A11CC9">
        <w:rPr>
          <w:rFonts w:hint="eastAsia"/>
        </w:rPr>
        <w:t xml:space="preserve">　　　　　　　　　　　　　　　</w:t>
      </w:r>
      <w:r w:rsidRPr="00B9189B">
        <w:rPr>
          <w:rFonts w:hint="eastAsia"/>
        </w:rPr>
        <w:t>（専修大）</w:t>
      </w:r>
    </w:p>
    <w:p w14:paraId="16ACFA09" w14:textId="77777777" w:rsidR="00B9189B" w:rsidRPr="00B9189B" w:rsidRDefault="00B9189B" w:rsidP="00B9189B"/>
    <w:p w14:paraId="5C5FBA14" w14:textId="0C34C529" w:rsidR="00B9189B" w:rsidRPr="00B9189B" w:rsidRDefault="00B9189B" w:rsidP="00A11CC9">
      <w:pPr>
        <w:ind w:left="240" w:hangingChars="100" w:hanging="240"/>
      </w:pPr>
      <w:r w:rsidRPr="00B9189B">
        <w:rPr>
          <w:rFonts w:hint="eastAsia"/>
          <w:bdr w:val="single" w:sz="4" w:space="0" w:color="auto"/>
          <w:eastAsianLayout w:id="1731382273" w:vert="1" w:vertCompress="1"/>
        </w:rPr>
        <w:t>1</w:t>
      </w:r>
      <w:r>
        <w:rPr>
          <w:rFonts w:hint="eastAsia"/>
          <w:bdr w:val="single" w:sz="4" w:space="0" w:color="auto"/>
          <w:eastAsianLayout w:id="1731382273" w:vert="1" w:vertCompress="1"/>
        </w:rPr>
        <w:t>1</w:t>
      </w:r>
      <w:r w:rsidRPr="00B9189B">
        <w:rPr>
          <w:rFonts w:hint="eastAsia"/>
        </w:rPr>
        <w:t xml:space="preserve">　『発心集』の編者と考えられている人物が著した作品を次から選べ。</w:t>
      </w:r>
    </w:p>
    <w:p w14:paraId="5F727166" w14:textId="77777777" w:rsidR="00B9189B" w:rsidRPr="00B9189B" w:rsidRDefault="00B9189B" w:rsidP="00A11CC9">
      <w:pPr>
        <w:ind w:leftChars="100" w:left="240"/>
      </w:pPr>
      <w:r w:rsidRPr="00B9189B">
        <w:rPr>
          <w:rFonts w:hint="eastAsia"/>
        </w:rPr>
        <w:t xml:space="preserve">ア　沙石集　　　イ　徒然草　　</w:t>
      </w:r>
    </w:p>
    <w:p w14:paraId="4475319E" w14:textId="77777777" w:rsidR="00B9189B" w:rsidRPr="00B9189B" w:rsidRDefault="00B9189B" w:rsidP="00A11CC9">
      <w:pPr>
        <w:ind w:leftChars="100" w:left="240"/>
      </w:pPr>
      <w:r w:rsidRPr="00B9189B">
        <w:rPr>
          <w:rFonts w:hint="eastAsia"/>
        </w:rPr>
        <w:t xml:space="preserve">ウ　梁塵秘抄　　エ　山家集　　</w:t>
      </w:r>
    </w:p>
    <w:p w14:paraId="5EFD52E3" w14:textId="231C3CE7" w:rsidR="00B9189B" w:rsidRPr="00B9189B" w:rsidRDefault="00B9189B" w:rsidP="00A11CC9">
      <w:pPr>
        <w:ind w:leftChars="100" w:left="240"/>
      </w:pPr>
      <w:r w:rsidRPr="00B9189B">
        <w:rPr>
          <w:rFonts w:hint="eastAsia"/>
        </w:rPr>
        <w:t>オ　方丈記</w:t>
      </w:r>
      <w:r w:rsidR="00A11CC9">
        <w:rPr>
          <w:rFonts w:hint="eastAsia"/>
        </w:rPr>
        <w:t xml:space="preserve">　　　　　　　　　　　　　　　　　　　　　　　　　</w:t>
      </w:r>
      <w:r w:rsidRPr="00B9189B">
        <w:rPr>
          <w:rFonts w:hint="eastAsia"/>
        </w:rPr>
        <w:t>（法政大）</w:t>
      </w:r>
    </w:p>
    <w:p w14:paraId="4125A73B" w14:textId="77777777" w:rsidR="00B9189B" w:rsidRDefault="00B9189B" w:rsidP="00B9189B"/>
    <w:p w14:paraId="3761BC29" w14:textId="6349280F" w:rsidR="00B9189B" w:rsidRPr="00B9189B" w:rsidRDefault="00B9189B" w:rsidP="00A11CC9">
      <w:pPr>
        <w:ind w:left="240" w:hangingChars="100" w:hanging="240"/>
      </w:pPr>
      <w:r w:rsidRPr="00B9189B">
        <w:rPr>
          <w:rFonts w:hint="eastAsia"/>
          <w:bdr w:val="single" w:sz="4" w:space="0" w:color="auto"/>
          <w:eastAsianLayout w:id="1731382273" w:vert="1" w:vertCompress="1"/>
        </w:rPr>
        <w:t>1</w:t>
      </w:r>
      <w:r>
        <w:rPr>
          <w:rFonts w:hint="eastAsia"/>
          <w:bdr w:val="single" w:sz="4" w:space="0" w:color="auto"/>
          <w:eastAsianLayout w:id="1731382273" w:vert="1" w:vertCompress="1"/>
        </w:rPr>
        <w:t>2</w:t>
      </w:r>
      <w:r w:rsidRPr="00B9189B">
        <w:rPr>
          <w:rFonts w:hint="eastAsia"/>
        </w:rPr>
        <w:t xml:space="preserve">　説話文学を次から一つ選べ。</w:t>
      </w:r>
    </w:p>
    <w:p w14:paraId="3B7C47BD" w14:textId="77777777" w:rsidR="00B9189B" w:rsidRPr="00B9189B" w:rsidRDefault="00B9189B" w:rsidP="00A11CC9">
      <w:pPr>
        <w:ind w:leftChars="100" w:left="240"/>
      </w:pPr>
      <w:r w:rsidRPr="00B9189B">
        <w:rPr>
          <w:rFonts w:hint="eastAsia"/>
        </w:rPr>
        <w:t>ア　伊勢物語　　イ　沙石集</w:t>
      </w:r>
    </w:p>
    <w:p w14:paraId="29D8E525" w14:textId="77777777" w:rsidR="00B9189B" w:rsidRPr="00B9189B" w:rsidRDefault="00B9189B" w:rsidP="00A11CC9">
      <w:pPr>
        <w:ind w:leftChars="100" w:left="240"/>
      </w:pPr>
      <w:r w:rsidRPr="00B9189B">
        <w:rPr>
          <w:rFonts w:hint="eastAsia"/>
        </w:rPr>
        <w:t xml:space="preserve">ウ　浮世風呂　　エ　栄花物語　　</w:t>
      </w:r>
    </w:p>
    <w:p w14:paraId="00DB7ADC" w14:textId="1674AFA0" w:rsidR="00B9189B" w:rsidRPr="00B9189B" w:rsidRDefault="00B9189B" w:rsidP="00A11CC9">
      <w:pPr>
        <w:ind w:leftChars="100" w:left="240"/>
      </w:pPr>
      <w:r w:rsidRPr="00B9189B">
        <w:rPr>
          <w:rFonts w:hint="eastAsia"/>
        </w:rPr>
        <w:t>オ　曾我物語</w:t>
      </w:r>
      <w:r w:rsidR="00A11CC9">
        <w:rPr>
          <w:rFonts w:hint="eastAsia"/>
        </w:rPr>
        <w:t xml:space="preserve">　　　　　　　　　　　　　　　　　　　　　</w:t>
      </w:r>
      <w:r w:rsidRPr="00B9189B">
        <w:rPr>
          <w:rFonts w:hint="eastAsia"/>
        </w:rPr>
        <w:t>（京都外国語大）</w:t>
      </w:r>
    </w:p>
    <w:p w14:paraId="5F7C5DC1" w14:textId="77777777" w:rsidR="00B9189B" w:rsidRDefault="00B9189B" w:rsidP="00B9189B"/>
    <w:p w14:paraId="7F050928" w14:textId="07AB701F" w:rsidR="00B9189B" w:rsidRPr="00B9189B" w:rsidRDefault="00B9189B" w:rsidP="00A11CC9">
      <w:pPr>
        <w:ind w:left="240" w:hangingChars="100" w:hanging="240"/>
      </w:pPr>
      <w:r w:rsidRPr="00B9189B">
        <w:rPr>
          <w:rFonts w:hint="eastAsia"/>
          <w:bdr w:val="single" w:sz="4" w:space="0" w:color="auto"/>
          <w:eastAsianLayout w:id="1731382273" w:vert="1" w:vertCompress="1"/>
        </w:rPr>
        <w:t>1</w:t>
      </w:r>
      <w:r>
        <w:rPr>
          <w:rFonts w:hint="eastAsia"/>
          <w:bdr w:val="single" w:sz="4" w:space="0" w:color="auto"/>
          <w:eastAsianLayout w:id="1731382273" w:vert="1" w:vertCompress="1"/>
        </w:rPr>
        <w:t>3</w:t>
      </w:r>
      <w:r w:rsidRPr="00B9189B">
        <w:rPr>
          <w:rFonts w:hint="eastAsia"/>
        </w:rPr>
        <w:t xml:space="preserve">　次の作者と作品の組み合わせの中で誤っているものを一つ選べ。</w:t>
      </w:r>
    </w:p>
    <w:p w14:paraId="7F3D4F6C" w14:textId="77777777" w:rsidR="00B9189B" w:rsidRPr="00B9189B" w:rsidRDefault="00B9189B" w:rsidP="00A11CC9">
      <w:pPr>
        <w:ind w:leftChars="100" w:left="240"/>
      </w:pPr>
      <w:r w:rsidRPr="00B9189B">
        <w:rPr>
          <w:rFonts w:hint="eastAsia"/>
        </w:rPr>
        <w:t xml:space="preserve">ア　冥途の飛脚……近松門左衛門　　</w:t>
      </w:r>
    </w:p>
    <w:p w14:paraId="6E1CCC68" w14:textId="77777777" w:rsidR="00B9189B" w:rsidRPr="00B9189B" w:rsidRDefault="00B9189B" w:rsidP="00A11CC9">
      <w:pPr>
        <w:ind w:leftChars="100" w:left="240"/>
      </w:pPr>
      <w:r w:rsidRPr="00B9189B">
        <w:rPr>
          <w:rFonts w:hint="eastAsia"/>
        </w:rPr>
        <w:t>イ　雨月物語……上田秋成</w:t>
      </w:r>
    </w:p>
    <w:p w14:paraId="61DA9A74" w14:textId="77777777" w:rsidR="00B9189B" w:rsidRPr="00B9189B" w:rsidRDefault="00B9189B" w:rsidP="00A11CC9">
      <w:pPr>
        <w:ind w:leftChars="100" w:left="240"/>
      </w:pPr>
      <w:r w:rsidRPr="00B9189B">
        <w:rPr>
          <w:rFonts w:hint="eastAsia"/>
        </w:rPr>
        <w:t xml:space="preserve">ウ　御伽草子……井原西鶴　　　　　</w:t>
      </w:r>
    </w:p>
    <w:p w14:paraId="1A644AE8" w14:textId="77777777" w:rsidR="00B9189B" w:rsidRPr="00B9189B" w:rsidRDefault="00B9189B" w:rsidP="00A11CC9">
      <w:pPr>
        <w:ind w:leftChars="100" w:left="240"/>
      </w:pPr>
      <w:r w:rsidRPr="00B9189B">
        <w:rPr>
          <w:rFonts w:hint="eastAsia"/>
        </w:rPr>
        <w:t>エ　野ざらし紀行……松尾芭蕉</w:t>
      </w:r>
    </w:p>
    <w:p w14:paraId="149A55F0" w14:textId="07C58BEC" w:rsidR="00B9189B" w:rsidRPr="00B9189B" w:rsidRDefault="00B9189B" w:rsidP="00A11CC9">
      <w:pPr>
        <w:ind w:leftChars="100" w:left="240"/>
      </w:pPr>
      <w:r w:rsidRPr="00B9189B">
        <w:rPr>
          <w:rFonts w:hint="eastAsia"/>
        </w:rPr>
        <w:t>オ　一遍上人語録……一海</w:t>
      </w:r>
      <w:r w:rsidR="00824087">
        <w:rPr>
          <w:rFonts w:hint="eastAsia"/>
        </w:rPr>
        <w:t xml:space="preserve">　　　　　　　　　　　　　　　　　　</w:t>
      </w:r>
      <w:r w:rsidRPr="00B9189B">
        <w:rPr>
          <w:rFonts w:hint="eastAsia"/>
        </w:rPr>
        <w:t>（名城大）</w:t>
      </w:r>
    </w:p>
    <w:p w14:paraId="410027C5" w14:textId="77777777" w:rsidR="00B9189B" w:rsidRPr="00B9189B" w:rsidRDefault="00B9189B" w:rsidP="00B9189B"/>
    <w:p w14:paraId="3E029233" w14:textId="5DBA0809" w:rsidR="00B9189B" w:rsidRPr="00B9189B" w:rsidRDefault="00B9189B" w:rsidP="00A11CC9">
      <w:pPr>
        <w:ind w:left="240" w:hangingChars="100" w:hanging="240"/>
      </w:pPr>
      <w:r w:rsidRPr="00B9189B">
        <w:rPr>
          <w:rFonts w:hint="eastAsia"/>
          <w:bdr w:val="single" w:sz="4" w:space="0" w:color="auto"/>
          <w:eastAsianLayout w:id="1731382273" w:vert="1" w:vertCompress="1"/>
        </w:rPr>
        <w:t>1</w:t>
      </w:r>
      <w:r>
        <w:rPr>
          <w:rFonts w:hint="eastAsia"/>
          <w:bdr w:val="single" w:sz="4" w:space="0" w:color="auto"/>
          <w:eastAsianLayout w:id="1731382273" w:vert="1" w:vertCompress="1"/>
        </w:rPr>
        <w:t>4</w:t>
      </w:r>
      <w:r w:rsidRPr="00B9189B">
        <w:rPr>
          <w:rFonts w:hint="eastAsia"/>
        </w:rPr>
        <w:t xml:space="preserve">　菅原道真の活躍した時代よりも前に成立した作品を次から一つ選べ。</w:t>
      </w:r>
    </w:p>
    <w:p w14:paraId="03AF7C02" w14:textId="77777777" w:rsidR="00B9189B" w:rsidRPr="00B9189B" w:rsidRDefault="00B9189B" w:rsidP="00A11CC9">
      <w:pPr>
        <w:ind w:leftChars="100" w:left="240"/>
      </w:pPr>
      <w:r w:rsidRPr="00B9189B">
        <w:rPr>
          <w:rFonts w:hint="eastAsia"/>
        </w:rPr>
        <w:t xml:space="preserve">ア　大鏡　　　　イ　懐風藻　　　</w:t>
      </w:r>
    </w:p>
    <w:p w14:paraId="7E350528" w14:textId="77777777" w:rsidR="00B9189B" w:rsidRPr="00B9189B" w:rsidRDefault="00B9189B" w:rsidP="00A11CC9">
      <w:pPr>
        <w:ind w:leftChars="100" w:left="240"/>
      </w:pPr>
      <w:r w:rsidRPr="00B9189B">
        <w:rPr>
          <w:rFonts w:hint="eastAsia"/>
        </w:rPr>
        <w:t xml:space="preserve">ウ　玉勝間　　　エ　方丈記　　</w:t>
      </w:r>
    </w:p>
    <w:p w14:paraId="386EA3FB" w14:textId="64AD7737" w:rsidR="00B9189B" w:rsidRDefault="00B9189B" w:rsidP="00A11CC9">
      <w:pPr>
        <w:ind w:leftChars="100" w:left="240"/>
      </w:pPr>
      <w:r w:rsidRPr="00B9189B">
        <w:rPr>
          <w:rFonts w:hint="eastAsia"/>
        </w:rPr>
        <w:t>オ　大和物語　　カ　和漢朗詠集</w:t>
      </w:r>
      <w:r w:rsidR="009E2958">
        <w:rPr>
          <w:rFonts w:hint="eastAsia"/>
        </w:rPr>
        <w:t xml:space="preserve">　　　　　　　　　　　　　　</w:t>
      </w:r>
      <w:r w:rsidRPr="00B9189B">
        <w:rPr>
          <w:rFonts w:hint="eastAsia"/>
        </w:rPr>
        <w:t>（早稲田大）</w:t>
      </w:r>
    </w:p>
    <w:p w14:paraId="58FB8161" w14:textId="77777777" w:rsidR="00A11CC9" w:rsidRPr="00B9189B" w:rsidRDefault="00A11CC9" w:rsidP="00A11CC9">
      <w:pPr>
        <w:ind w:leftChars="100" w:left="240"/>
      </w:pPr>
    </w:p>
    <w:p w14:paraId="0795A58F" w14:textId="194EC87F" w:rsidR="00B9189B" w:rsidRPr="00B9189B" w:rsidRDefault="00B9189B" w:rsidP="00A11CC9">
      <w:pPr>
        <w:ind w:left="240" w:hangingChars="100" w:hanging="240"/>
      </w:pPr>
      <w:r w:rsidRPr="00B9189B">
        <w:rPr>
          <w:rFonts w:hint="eastAsia"/>
          <w:bdr w:val="single" w:sz="4" w:space="0" w:color="auto"/>
          <w:eastAsianLayout w:id="1731382273" w:vert="1" w:vertCompress="1"/>
        </w:rPr>
        <w:t>1</w:t>
      </w:r>
      <w:r>
        <w:rPr>
          <w:rFonts w:hint="eastAsia"/>
          <w:bdr w:val="single" w:sz="4" w:space="0" w:color="auto"/>
          <w:eastAsianLayout w:id="1731382273" w:vert="1" w:vertCompress="1"/>
        </w:rPr>
        <w:t>5</w:t>
      </w:r>
      <w:r w:rsidRPr="00B9189B">
        <w:rPr>
          <w:rFonts w:hint="eastAsia"/>
        </w:rPr>
        <w:t xml:space="preserve">　清少納言が仕えた女性を次から一つ選べ。</w:t>
      </w:r>
    </w:p>
    <w:p w14:paraId="12FD1C78" w14:textId="77777777" w:rsidR="00B9189B" w:rsidRPr="00B9189B" w:rsidRDefault="00B9189B" w:rsidP="00A11CC9">
      <w:pPr>
        <w:ind w:leftChars="100" w:left="240"/>
      </w:pPr>
      <w:r w:rsidRPr="00B9189B">
        <w:rPr>
          <w:rFonts w:hint="eastAsia"/>
        </w:rPr>
        <w:t xml:space="preserve">ア　温子　　　イ　彰子　　</w:t>
      </w:r>
    </w:p>
    <w:p w14:paraId="1339DFF1" w14:textId="77777777" w:rsidR="00B9189B" w:rsidRPr="00B9189B" w:rsidRDefault="00B9189B" w:rsidP="00A11CC9">
      <w:pPr>
        <w:ind w:leftChars="100" w:left="240"/>
      </w:pPr>
      <w:r w:rsidRPr="00B9189B">
        <w:rPr>
          <w:rFonts w:hint="eastAsia"/>
        </w:rPr>
        <w:t xml:space="preserve">ウ　光明子　　エ　宮子　　</w:t>
      </w:r>
    </w:p>
    <w:p w14:paraId="2E50EACE" w14:textId="266B5384" w:rsidR="00B9189B" w:rsidRPr="00B9189B" w:rsidRDefault="00B9189B" w:rsidP="00A11CC9">
      <w:pPr>
        <w:ind w:leftChars="100" w:left="240"/>
      </w:pPr>
      <w:r w:rsidRPr="00B9189B">
        <w:rPr>
          <w:rFonts w:hint="eastAsia"/>
        </w:rPr>
        <w:t>オ　定子</w:t>
      </w:r>
      <w:r w:rsidR="009E2958">
        <w:rPr>
          <w:rFonts w:hint="eastAsia"/>
        </w:rPr>
        <w:t xml:space="preserve">　　　　　　　　　　　　　　　　　　　　　　　　　　</w:t>
      </w:r>
      <w:r w:rsidRPr="00B9189B">
        <w:rPr>
          <w:rFonts w:hint="eastAsia"/>
        </w:rPr>
        <w:t>（東海大）</w:t>
      </w:r>
    </w:p>
    <w:p w14:paraId="7D0CA04C" w14:textId="44D31D0F" w:rsidR="00B9189B" w:rsidRDefault="00B9189B" w:rsidP="00B9189B"/>
    <w:p w14:paraId="0ED5563E" w14:textId="77777777" w:rsidR="009E2958" w:rsidRPr="009E2958" w:rsidRDefault="009E2958" w:rsidP="009E2958">
      <w:r w:rsidRPr="009E2958">
        <w:rPr>
          <w:rFonts w:hint="eastAsia"/>
        </w:rPr>
        <w:t>【解答】</w:t>
      </w:r>
    </w:p>
    <w:p w14:paraId="1E6358D1" w14:textId="52E3EBB8" w:rsidR="009E2958" w:rsidRPr="009E2958" w:rsidRDefault="009E2958" w:rsidP="009E2958">
      <w:r w:rsidRPr="00B9189B">
        <w:rPr>
          <w:rFonts w:hint="eastAsia"/>
          <w:bdr w:val="single" w:sz="4" w:space="0" w:color="auto"/>
          <w:eastAsianLayout w:id="1731382273" w:vert="1" w:vertCompress="1"/>
        </w:rPr>
        <w:t>10</w:t>
      </w:r>
      <w:r w:rsidRPr="009E2958">
        <w:rPr>
          <w:rFonts w:hint="eastAsia"/>
        </w:rPr>
        <w:t xml:space="preserve">　ウ　　</w:t>
      </w:r>
    </w:p>
    <w:p w14:paraId="64531D18" w14:textId="304AEC4A" w:rsidR="009E2958" w:rsidRPr="009E2958" w:rsidRDefault="009E2958" w:rsidP="009E2958">
      <w:r w:rsidRPr="00B9189B">
        <w:rPr>
          <w:rFonts w:hint="eastAsia"/>
          <w:bdr w:val="single" w:sz="4" w:space="0" w:color="auto"/>
          <w:eastAsianLayout w:id="1731382273" w:vert="1" w:vertCompress="1"/>
        </w:rPr>
        <w:t>1</w:t>
      </w:r>
      <w:r>
        <w:rPr>
          <w:rFonts w:hint="eastAsia"/>
          <w:bdr w:val="single" w:sz="4" w:space="0" w:color="auto"/>
          <w:eastAsianLayout w:id="1731382273" w:vert="1" w:vertCompress="1"/>
        </w:rPr>
        <w:t>1</w:t>
      </w:r>
      <w:r w:rsidRPr="009E2958">
        <w:rPr>
          <w:rFonts w:hint="eastAsia"/>
        </w:rPr>
        <w:t xml:space="preserve">　オ　　</w:t>
      </w:r>
    </w:p>
    <w:p w14:paraId="63901362" w14:textId="4FC4AA29" w:rsidR="009E2958" w:rsidRPr="009E2958" w:rsidRDefault="009E2958" w:rsidP="009E2958">
      <w:r w:rsidRPr="00B9189B">
        <w:rPr>
          <w:rFonts w:hint="eastAsia"/>
          <w:bdr w:val="single" w:sz="4" w:space="0" w:color="auto"/>
          <w:eastAsianLayout w:id="1731382273" w:vert="1" w:vertCompress="1"/>
        </w:rPr>
        <w:t>1</w:t>
      </w:r>
      <w:r>
        <w:rPr>
          <w:rFonts w:hint="eastAsia"/>
          <w:bdr w:val="single" w:sz="4" w:space="0" w:color="auto"/>
          <w:eastAsianLayout w:id="1731382273" w:vert="1" w:vertCompress="1"/>
        </w:rPr>
        <w:t>2</w:t>
      </w:r>
      <w:r w:rsidRPr="009E2958">
        <w:rPr>
          <w:rFonts w:hint="eastAsia"/>
        </w:rPr>
        <w:t xml:space="preserve">　イ　　</w:t>
      </w:r>
    </w:p>
    <w:p w14:paraId="2944857F" w14:textId="01DE269B" w:rsidR="009E2958" w:rsidRPr="009E2958" w:rsidRDefault="009E2958" w:rsidP="009E2958">
      <w:r w:rsidRPr="00B9189B">
        <w:rPr>
          <w:rFonts w:hint="eastAsia"/>
          <w:bdr w:val="single" w:sz="4" w:space="0" w:color="auto"/>
          <w:eastAsianLayout w:id="1731382273" w:vert="1" w:vertCompress="1"/>
        </w:rPr>
        <w:t>1</w:t>
      </w:r>
      <w:r>
        <w:rPr>
          <w:rFonts w:hint="eastAsia"/>
          <w:bdr w:val="single" w:sz="4" w:space="0" w:color="auto"/>
          <w:eastAsianLayout w:id="1731382273" w:vert="1" w:vertCompress="1"/>
        </w:rPr>
        <w:t>3</w:t>
      </w:r>
      <w:r w:rsidRPr="009E2958">
        <w:rPr>
          <w:rFonts w:hint="eastAsia"/>
        </w:rPr>
        <w:t xml:space="preserve">　ウ　　</w:t>
      </w:r>
    </w:p>
    <w:p w14:paraId="44C22C62" w14:textId="44FD2F32" w:rsidR="009E2958" w:rsidRPr="009E2958" w:rsidRDefault="009E2958" w:rsidP="009E2958">
      <w:r w:rsidRPr="00B9189B">
        <w:rPr>
          <w:rFonts w:hint="eastAsia"/>
          <w:bdr w:val="single" w:sz="4" w:space="0" w:color="auto"/>
          <w:eastAsianLayout w:id="1731382273" w:vert="1" w:vertCompress="1"/>
        </w:rPr>
        <w:t>1</w:t>
      </w:r>
      <w:r>
        <w:rPr>
          <w:rFonts w:hint="eastAsia"/>
          <w:bdr w:val="single" w:sz="4" w:space="0" w:color="auto"/>
          <w:eastAsianLayout w:id="1731382273" w:vert="1" w:vertCompress="1"/>
        </w:rPr>
        <w:t>4</w:t>
      </w:r>
      <w:r w:rsidRPr="009E2958">
        <w:rPr>
          <w:rFonts w:hint="eastAsia"/>
        </w:rPr>
        <w:t xml:space="preserve">　イ　　</w:t>
      </w:r>
    </w:p>
    <w:p w14:paraId="7E6FC558" w14:textId="0E4BAF5C" w:rsidR="009E2958" w:rsidRDefault="009E2958" w:rsidP="009E2958">
      <w:r w:rsidRPr="00B9189B">
        <w:rPr>
          <w:rFonts w:hint="eastAsia"/>
          <w:bdr w:val="single" w:sz="4" w:space="0" w:color="auto"/>
          <w:eastAsianLayout w:id="1731382273" w:vert="1" w:vertCompress="1"/>
        </w:rPr>
        <w:t>1</w:t>
      </w:r>
      <w:r>
        <w:rPr>
          <w:rFonts w:hint="eastAsia"/>
          <w:bdr w:val="single" w:sz="4" w:space="0" w:color="auto"/>
          <w:eastAsianLayout w:id="1731382273" w:vert="1" w:vertCompress="1"/>
        </w:rPr>
        <w:t>5</w:t>
      </w:r>
      <w:r w:rsidRPr="009E2958">
        <w:rPr>
          <w:rFonts w:hint="eastAsia"/>
        </w:rPr>
        <w:t xml:space="preserve">　オ</w:t>
      </w:r>
    </w:p>
    <w:p w14:paraId="089303FD" w14:textId="0B0CB0CB" w:rsidR="009E2958" w:rsidRDefault="009E2958">
      <w:pPr>
        <w:widowControl/>
        <w:spacing w:line="240" w:lineRule="auto"/>
        <w:jc w:val="left"/>
      </w:pPr>
      <w:r>
        <w:br w:type="page"/>
      </w:r>
    </w:p>
    <w:p w14:paraId="09FF1247" w14:textId="024157C6" w:rsidR="009E2958" w:rsidRDefault="009E2958" w:rsidP="009E2958">
      <w:pPr>
        <w:rPr>
          <w:eastAsianLayout w:id="1731379456" w:vert="1" w:vertCompress="1"/>
        </w:rPr>
      </w:pPr>
      <w:r>
        <w:rPr>
          <w:rFonts w:hint="eastAsia"/>
        </w:rPr>
        <w:t>Ｐ．</w:t>
      </w:r>
      <w:r>
        <w:rPr>
          <w:rFonts w:hint="eastAsia"/>
          <w:eastAsianLayout w:id="1731379456" w:vert="1" w:vertCompress="1"/>
        </w:rPr>
        <w:t>78</w:t>
      </w:r>
    </w:p>
    <w:p w14:paraId="37A856F0" w14:textId="4FF6D0FF" w:rsidR="00134E87" w:rsidRPr="00134E87" w:rsidRDefault="00134E87" w:rsidP="00134E87">
      <w:pPr>
        <w:ind w:left="240" w:hangingChars="100" w:hanging="240"/>
      </w:pPr>
      <w:r w:rsidRPr="00B9189B">
        <w:rPr>
          <w:rFonts w:hint="eastAsia"/>
          <w:bdr w:val="single" w:sz="4" w:space="0" w:color="auto"/>
          <w:eastAsianLayout w:id="1731382273" w:vert="1" w:vertCompress="1"/>
        </w:rPr>
        <w:t>1</w:t>
      </w:r>
      <w:r>
        <w:rPr>
          <w:rFonts w:hint="eastAsia"/>
          <w:bdr w:val="single" w:sz="4" w:space="0" w:color="auto"/>
          <w:eastAsianLayout w:id="1731382273" w:vert="1" w:vertCompress="1"/>
        </w:rPr>
        <w:t>6</w:t>
      </w:r>
      <w:r w:rsidRPr="00134E87">
        <w:rPr>
          <w:rFonts w:hint="eastAsia"/>
        </w:rPr>
        <w:t xml:space="preserve">　和泉式部と同じ時代の人物はだれか。最も適当なものを次から一つ選べ。</w:t>
      </w:r>
    </w:p>
    <w:p w14:paraId="501C013D" w14:textId="77777777" w:rsidR="00134E87" w:rsidRPr="00134E87" w:rsidRDefault="00134E87" w:rsidP="00134E87">
      <w:pPr>
        <w:ind w:leftChars="100" w:left="240"/>
      </w:pPr>
      <w:r w:rsidRPr="00134E87">
        <w:rPr>
          <w:rFonts w:hint="eastAsia"/>
        </w:rPr>
        <w:t xml:space="preserve">ア　鴨長明　　　イ　清少納言　　</w:t>
      </w:r>
    </w:p>
    <w:p w14:paraId="5D686902" w14:textId="4A738126" w:rsidR="00134E87" w:rsidRPr="00134E87" w:rsidRDefault="00134E87" w:rsidP="00134E87">
      <w:pPr>
        <w:ind w:leftChars="100" w:left="240"/>
      </w:pPr>
      <w:r w:rsidRPr="00134E87">
        <w:rPr>
          <w:rFonts w:hint="eastAsia"/>
        </w:rPr>
        <w:t>ウ　藤原定家　　エ　額田王</w:t>
      </w:r>
      <w:r>
        <w:rPr>
          <w:rFonts w:hint="eastAsia"/>
        </w:rPr>
        <w:t xml:space="preserve">　　　　　　　　　　　　　　　</w:t>
      </w:r>
      <w:r w:rsidRPr="00134E87">
        <w:rPr>
          <w:rFonts w:hint="eastAsia"/>
        </w:rPr>
        <w:t>（親和女子大）</w:t>
      </w:r>
    </w:p>
    <w:p w14:paraId="0991687E" w14:textId="77777777" w:rsidR="00134E87" w:rsidRPr="00134E87" w:rsidRDefault="00134E87" w:rsidP="00134E87"/>
    <w:p w14:paraId="16A0EBB4" w14:textId="43FD3C1E" w:rsidR="00134E87" w:rsidRPr="00134E87" w:rsidRDefault="00134E87" w:rsidP="00134E87">
      <w:pPr>
        <w:ind w:left="240" w:hangingChars="100" w:hanging="240"/>
      </w:pPr>
      <w:r w:rsidRPr="00B9189B">
        <w:rPr>
          <w:rFonts w:hint="eastAsia"/>
          <w:bdr w:val="single" w:sz="4" w:space="0" w:color="auto"/>
          <w:eastAsianLayout w:id="1731382273" w:vert="1" w:vertCompress="1"/>
        </w:rPr>
        <w:t>1</w:t>
      </w:r>
      <w:r>
        <w:rPr>
          <w:rFonts w:hint="eastAsia"/>
          <w:bdr w:val="single" w:sz="4" w:space="0" w:color="auto"/>
          <w:eastAsianLayout w:id="1731382273" w:vert="1" w:vertCompress="1"/>
        </w:rPr>
        <w:t>7</w:t>
      </w:r>
      <w:r w:rsidRPr="00134E87">
        <w:rPr>
          <w:rFonts w:hint="eastAsia"/>
        </w:rPr>
        <w:t xml:space="preserve">　鏡物の成立順として正しいものを次から選べ。</w:t>
      </w:r>
    </w:p>
    <w:p w14:paraId="367F1383" w14:textId="77777777" w:rsidR="00134E87" w:rsidRPr="00134E87" w:rsidRDefault="00134E87" w:rsidP="00134E87">
      <w:pPr>
        <w:ind w:leftChars="100" w:left="240"/>
      </w:pPr>
      <w:r w:rsidRPr="00134E87">
        <w:rPr>
          <w:rFonts w:hint="eastAsia"/>
        </w:rPr>
        <w:t xml:space="preserve">ア　大鏡→水鏡→増鏡→今鏡　　</w:t>
      </w:r>
    </w:p>
    <w:p w14:paraId="441C4821" w14:textId="77777777" w:rsidR="00134E87" w:rsidRPr="00134E87" w:rsidRDefault="00134E87" w:rsidP="00134E87">
      <w:pPr>
        <w:ind w:leftChars="100" w:left="240"/>
      </w:pPr>
      <w:r w:rsidRPr="00134E87">
        <w:rPr>
          <w:rFonts w:hint="eastAsia"/>
        </w:rPr>
        <w:t>イ　水鏡→大鏡→今鏡→増鏡</w:t>
      </w:r>
    </w:p>
    <w:p w14:paraId="0C07F508" w14:textId="77777777" w:rsidR="00134E87" w:rsidRPr="00134E87" w:rsidRDefault="00134E87" w:rsidP="00134E87">
      <w:pPr>
        <w:ind w:leftChars="100" w:left="240"/>
      </w:pPr>
      <w:r w:rsidRPr="00134E87">
        <w:rPr>
          <w:rFonts w:hint="eastAsia"/>
        </w:rPr>
        <w:t xml:space="preserve">ウ　大鏡→今鏡→水鏡→増鏡　　</w:t>
      </w:r>
    </w:p>
    <w:p w14:paraId="284FDB9F" w14:textId="77777777" w:rsidR="00134E87" w:rsidRPr="00134E87" w:rsidRDefault="00134E87" w:rsidP="00134E87">
      <w:pPr>
        <w:ind w:leftChars="100" w:left="240"/>
      </w:pPr>
      <w:r w:rsidRPr="00134E87">
        <w:rPr>
          <w:rFonts w:hint="eastAsia"/>
        </w:rPr>
        <w:t>エ　増鏡→大鏡→今鏡→水鏡</w:t>
      </w:r>
    </w:p>
    <w:p w14:paraId="1AA92095" w14:textId="7D93FB4A" w:rsidR="00134E87" w:rsidRDefault="00134E87" w:rsidP="00134E87">
      <w:pPr>
        <w:ind w:leftChars="100" w:left="240"/>
      </w:pPr>
      <w:r w:rsidRPr="00134E87">
        <w:rPr>
          <w:rFonts w:hint="eastAsia"/>
        </w:rPr>
        <w:t>オ　大鏡→今鏡→増鏡→水鏡</w:t>
      </w:r>
      <w:r>
        <w:rPr>
          <w:rFonts w:hint="eastAsia"/>
        </w:rPr>
        <w:t xml:space="preserve">　　　　　　　　　　　　　　　　</w:t>
      </w:r>
      <w:r w:rsidRPr="00134E87">
        <w:rPr>
          <w:rFonts w:hint="eastAsia"/>
        </w:rPr>
        <w:t>（立命館大）</w:t>
      </w:r>
    </w:p>
    <w:p w14:paraId="4046BE8A" w14:textId="77777777" w:rsidR="00134E87" w:rsidRPr="00134E87" w:rsidRDefault="00134E87" w:rsidP="00134E87"/>
    <w:p w14:paraId="6553A1FC" w14:textId="1FA60CD3" w:rsidR="00134E87" w:rsidRPr="00134E87" w:rsidRDefault="00134E87" w:rsidP="00134E87">
      <w:pPr>
        <w:ind w:left="240" w:hangingChars="100" w:hanging="240"/>
      </w:pPr>
      <w:r w:rsidRPr="00B9189B">
        <w:rPr>
          <w:rFonts w:hint="eastAsia"/>
          <w:bdr w:val="single" w:sz="4" w:space="0" w:color="auto"/>
          <w:eastAsianLayout w:id="1731382273" w:vert="1" w:vertCompress="1"/>
        </w:rPr>
        <w:t>1</w:t>
      </w:r>
      <w:r>
        <w:rPr>
          <w:rFonts w:hint="eastAsia"/>
          <w:bdr w:val="single" w:sz="4" w:space="0" w:color="auto"/>
          <w:eastAsianLayout w:id="1731382273" w:vert="1" w:vertCompress="1"/>
        </w:rPr>
        <w:t>8</w:t>
      </w:r>
      <w:r w:rsidRPr="00134E87">
        <w:rPr>
          <w:rFonts w:hint="eastAsia"/>
        </w:rPr>
        <w:t xml:space="preserve">　連歌に関する作品として適当なものを次から一つ選べ。</w:t>
      </w:r>
    </w:p>
    <w:p w14:paraId="547A20AE" w14:textId="77777777" w:rsidR="00134E87" w:rsidRPr="00134E87" w:rsidRDefault="00134E87" w:rsidP="00134E87">
      <w:pPr>
        <w:ind w:leftChars="100" w:left="240"/>
      </w:pPr>
      <w:r w:rsidRPr="00134E87">
        <w:rPr>
          <w:rFonts w:hint="eastAsia"/>
        </w:rPr>
        <w:t xml:space="preserve">ア　菟玖波集　　イ　猿蓑　　</w:t>
      </w:r>
    </w:p>
    <w:p w14:paraId="6C448EC5" w14:textId="77777777" w:rsidR="00134E87" w:rsidRPr="00134E87" w:rsidRDefault="00134E87" w:rsidP="00134E87">
      <w:pPr>
        <w:ind w:leftChars="100" w:left="240"/>
      </w:pPr>
      <w:r w:rsidRPr="00134E87">
        <w:rPr>
          <w:rFonts w:hint="eastAsia"/>
        </w:rPr>
        <w:t xml:space="preserve">ウ　無名抄　　　エ　山家集　　</w:t>
      </w:r>
    </w:p>
    <w:p w14:paraId="1D261A6C" w14:textId="5FB13C16" w:rsidR="00134E87" w:rsidRPr="00134E87" w:rsidRDefault="00134E87" w:rsidP="00134E87">
      <w:pPr>
        <w:ind w:leftChars="100" w:left="240"/>
      </w:pPr>
      <w:r w:rsidRPr="00134E87">
        <w:rPr>
          <w:rFonts w:hint="eastAsia"/>
        </w:rPr>
        <w:t>オ　歎異抄</w:t>
      </w:r>
      <w:r>
        <w:rPr>
          <w:rFonts w:hint="eastAsia"/>
        </w:rPr>
        <w:t xml:space="preserve">　　　　　　　　　　　　　　　　　　　　　　</w:t>
      </w:r>
      <w:r w:rsidRPr="00134E87">
        <w:rPr>
          <w:rFonts w:hint="eastAsia"/>
        </w:rPr>
        <w:t>（武庫川女子大）</w:t>
      </w:r>
    </w:p>
    <w:p w14:paraId="00E711D9" w14:textId="31C71D1D" w:rsidR="009E2958" w:rsidRDefault="009E2958" w:rsidP="00134E87"/>
    <w:p w14:paraId="7C3396CD" w14:textId="77777777" w:rsidR="00134E87" w:rsidRPr="009E2958" w:rsidRDefault="00134E87" w:rsidP="00134E87">
      <w:r w:rsidRPr="009E2958">
        <w:rPr>
          <w:rFonts w:hint="eastAsia"/>
        </w:rPr>
        <w:t>【解答】</w:t>
      </w:r>
    </w:p>
    <w:p w14:paraId="1F6C6282" w14:textId="3E570A51" w:rsidR="00134E87" w:rsidRPr="00134E87" w:rsidRDefault="00134E87" w:rsidP="00134E87">
      <w:r w:rsidRPr="00B9189B">
        <w:rPr>
          <w:rFonts w:hint="eastAsia"/>
          <w:bdr w:val="single" w:sz="4" w:space="0" w:color="auto"/>
          <w:eastAsianLayout w:id="1731382273" w:vert="1" w:vertCompress="1"/>
        </w:rPr>
        <w:t>1</w:t>
      </w:r>
      <w:r>
        <w:rPr>
          <w:rFonts w:hint="eastAsia"/>
          <w:bdr w:val="single" w:sz="4" w:space="0" w:color="auto"/>
          <w:eastAsianLayout w:id="1731382273" w:vert="1" w:vertCompress="1"/>
        </w:rPr>
        <w:t>6</w:t>
      </w:r>
      <w:r w:rsidRPr="00134E87">
        <w:rPr>
          <w:rFonts w:hint="eastAsia"/>
        </w:rPr>
        <w:t xml:space="preserve">　イ　　</w:t>
      </w:r>
    </w:p>
    <w:p w14:paraId="1C0BDC7C" w14:textId="50CF4249" w:rsidR="00134E87" w:rsidRPr="00134E87" w:rsidRDefault="00134E87" w:rsidP="00134E87">
      <w:r w:rsidRPr="00B9189B">
        <w:rPr>
          <w:rFonts w:hint="eastAsia"/>
          <w:bdr w:val="single" w:sz="4" w:space="0" w:color="auto"/>
          <w:eastAsianLayout w:id="1731382273" w:vert="1" w:vertCompress="1"/>
        </w:rPr>
        <w:t>1</w:t>
      </w:r>
      <w:r>
        <w:rPr>
          <w:rFonts w:hint="eastAsia"/>
          <w:bdr w:val="single" w:sz="4" w:space="0" w:color="auto"/>
          <w:eastAsianLayout w:id="1731382273" w:vert="1" w:vertCompress="1"/>
        </w:rPr>
        <w:t>7</w:t>
      </w:r>
      <w:r w:rsidRPr="00134E87">
        <w:rPr>
          <w:rFonts w:hint="eastAsia"/>
        </w:rPr>
        <w:t xml:space="preserve">　ウ　　</w:t>
      </w:r>
    </w:p>
    <w:p w14:paraId="3EB4BD19" w14:textId="600183DE" w:rsidR="00134E87" w:rsidRDefault="00134E87" w:rsidP="00134E87">
      <w:r w:rsidRPr="00B9189B">
        <w:rPr>
          <w:rFonts w:hint="eastAsia"/>
          <w:bdr w:val="single" w:sz="4" w:space="0" w:color="auto"/>
          <w:eastAsianLayout w:id="1731382273" w:vert="1" w:vertCompress="1"/>
        </w:rPr>
        <w:t>1</w:t>
      </w:r>
      <w:r>
        <w:rPr>
          <w:rFonts w:hint="eastAsia"/>
          <w:bdr w:val="single" w:sz="4" w:space="0" w:color="auto"/>
          <w:eastAsianLayout w:id="1731382273" w:vert="1" w:vertCompress="1"/>
        </w:rPr>
        <w:t>8</w:t>
      </w:r>
      <w:r w:rsidRPr="00134E87">
        <w:rPr>
          <w:rFonts w:hint="eastAsia"/>
        </w:rPr>
        <w:t xml:space="preserve">　ア</w:t>
      </w:r>
    </w:p>
    <w:p w14:paraId="2C33991F" w14:textId="52860FFB" w:rsidR="00134E87" w:rsidRDefault="00134E87">
      <w:pPr>
        <w:widowControl/>
        <w:spacing w:line="240" w:lineRule="auto"/>
        <w:jc w:val="left"/>
      </w:pPr>
      <w:r>
        <w:br w:type="page"/>
      </w:r>
    </w:p>
    <w:p w14:paraId="0598A873" w14:textId="582BE096" w:rsidR="00134E87" w:rsidRDefault="00134E87" w:rsidP="00134E87">
      <w:pPr>
        <w:rPr>
          <w:eastAsianLayout w:id="1731379456" w:vert="1" w:vertCompress="1"/>
        </w:rPr>
      </w:pPr>
      <w:r>
        <w:rPr>
          <w:rFonts w:hint="eastAsia"/>
        </w:rPr>
        <w:t>Ｐ．</w:t>
      </w:r>
      <w:r>
        <w:rPr>
          <w:rFonts w:hint="eastAsia"/>
          <w:eastAsianLayout w:id="1731379456" w:vert="1" w:vertCompress="1"/>
        </w:rPr>
        <w:t>94</w:t>
      </w:r>
    </w:p>
    <w:p w14:paraId="1CBF4690" w14:textId="5D5C9A9E" w:rsidR="00134E87" w:rsidRPr="00134E87" w:rsidRDefault="00852C73" w:rsidP="00852C73">
      <w:pPr>
        <w:ind w:left="240" w:hangingChars="100" w:hanging="240"/>
      </w:pPr>
      <w:r w:rsidRPr="00B9189B">
        <w:rPr>
          <w:rFonts w:hint="eastAsia"/>
          <w:bdr w:val="single" w:sz="4" w:space="0" w:color="auto"/>
          <w:eastAsianLayout w:id="1731382273" w:vert="1" w:vertCompress="1"/>
        </w:rPr>
        <w:t>1</w:t>
      </w:r>
      <w:r>
        <w:rPr>
          <w:rFonts w:hint="eastAsia"/>
          <w:bdr w:val="single" w:sz="4" w:space="0" w:color="auto"/>
          <w:eastAsianLayout w:id="1731382273" w:vert="1" w:vertCompress="1"/>
        </w:rPr>
        <w:t>9</w:t>
      </w:r>
      <w:r w:rsidR="00134E87" w:rsidRPr="00134E87">
        <w:rPr>
          <w:rFonts w:hint="eastAsia"/>
        </w:rPr>
        <w:t xml:space="preserve">　新井白石による著作を次から一つ選べ。</w:t>
      </w:r>
    </w:p>
    <w:p w14:paraId="7102B137" w14:textId="77777777" w:rsidR="00134E87" w:rsidRPr="00134E87" w:rsidRDefault="00134E87" w:rsidP="00852C73">
      <w:pPr>
        <w:ind w:leftChars="100" w:left="240"/>
      </w:pPr>
      <w:r w:rsidRPr="00134E87">
        <w:rPr>
          <w:rFonts w:hint="eastAsia"/>
        </w:rPr>
        <w:t xml:space="preserve">ア　万葉代匠記　　　イ　古事記伝　　</w:t>
      </w:r>
    </w:p>
    <w:p w14:paraId="5E1A2F38" w14:textId="373B11CD" w:rsidR="00134E87" w:rsidRPr="00134E87" w:rsidRDefault="00134E87" w:rsidP="00852C73">
      <w:pPr>
        <w:ind w:leftChars="100" w:left="240"/>
      </w:pPr>
      <w:r w:rsidRPr="00134E87">
        <w:rPr>
          <w:rFonts w:hint="eastAsia"/>
        </w:rPr>
        <w:t>ウ　折たく柴の記　　エ　南総里見八犬伝</w:t>
      </w:r>
      <w:r w:rsidR="00852C73">
        <w:rPr>
          <w:rFonts w:hint="eastAsia"/>
        </w:rPr>
        <w:t xml:space="preserve">　　　　　　　　　　</w:t>
      </w:r>
      <w:r w:rsidRPr="00134E87">
        <w:rPr>
          <w:rFonts w:hint="eastAsia"/>
        </w:rPr>
        <w:t>（神奈川大）</w:t>
      </w:r>
    </w:p>
    <w:p w14:paraId="2D925C0C" w14:textId="77777777" w:rsidR="00134E87" w:rsidRPr="00134E87" w:rsidRDefault="00134E87" w:rsidP="00134E87"/>
    <w:p w14:paraId="1698F7ED" w14:textId="5947020B" w:rsidR="00134E87" w:rsidRPr="00134E87" w:rsidRDefault="00852C73" w:rsidP="00852C73">
      <w:pPr>
        <w:ind w:left="240" w:hangingChars="100" w:hanging="240"/>
      </w:pPr>
      <w:r>
        <w:rPr>
          <w:rFonts w:hint="eastAsia"/>
          <w:bdr w:val="single" w:sz="4" w:space="0" w:color="auto"/>
          <w:eastAsianLayout w:id="1731382273" w:vert="1" w:vertCompress="1"/>
        </w:rPr>
        <w:t>20</w:t>
      </w:r>
      <w:r w:rsidR="00134E87" w:rsidRPr="00134E87">
        <w:rPr>
          <w:rFonts w:hint="eastAsia"/>
        </w:rPr>
        <w:t xml:space="preserve">　次の中から『古今和歌集』に関係のないものを一つ選べ。</w:t>
      </w:r>
    </w:p>
    <w:p w14:paraId="056BF6EC" w14:textId="77777777" w:rsidR="00134E87" w:rsidRPr="00134E87" w:rsidRDefault="00134E87" w:rsidP="00852C73">
      <w:pPr>
        <w:ind w:leftChars="100" w:left="240"/>
      </w:pPr>
      <w:r w:rsidRPr="00134E87">
        <w:rPr>
          <w:rFonts w:hint="eastAsia"/>
        </w:rPr>
        <w:t xml:space="preserve">ア　仮名序　　　　イ　紀貫之　　</w:t>
      </w:r>
    </w:p>
    <w:p w14:paraId="19EC7B93" w14:textId="77777777" w:rsidR="00134E87" w:rsidRPr="00134E87" w:rsidRDefault="00134E87" w:rsidP="00852C73">
      <w:pPr>
        <w:ind w:leftChars="100" w:left="240"/>
      </w:pPr>
      <w:r w:rsidRPr="00134E87">
        <w:rPr>
          <w:rFonts w:hint="eastAsia"/>
        </w:rPr>
        <w:t xml:space="preserve">ウ　六歌仙　　　　エ　後鳥羽院　　</w:t>
      </w:r>
    </w:p>
    <w:p w14:paraId="204D86F4" w14:textId="67DA0698" w:rsidR="00134E87" w:rsidRPr="00134E87" w:rsidRDefault="00134E87" w:rsidP="00852C73">
      <w:pPr>
        <w:ind w:leftChars="100" w:left="240"/>
      </w:pPr>
      <w:r w:rsidRPr="00134E87">
        <w:rPr>
          <w:rFonts w:hint="eastAsia"/>
        </w:rPr>
        <w:t>オ　勅撰和歌集</w:t>
      </w:r>
      <w:r w:rsidR="00852C73">
        <w:rPr>
          <w:rFonts w:hint="eastAsia"/>
        </w:rPr>
        <w:t xml:space="preserve">　　　　　　　　　　　　　　　　　　　　　　　</w:t>
      </w:r>
      <w:r w:rsidRPr="00134E87">
        <w:rPr>
          <w:rFonts w:hint="eastAsia"/>
        </w:rPr>
        <w:t>（福岡大）</w:t>
      </w:r>
    </w:p>
    <w:p w14:paraId="593EFC3B" w14:textId="77777777" w:rsidR="00134E87" w:rsidRPr="00134E87" w:rsidRDefault="00134E87" w:rsidP="00134E87"/>
    <w:p w14:paraId="605F491C" w14:textId="6BEB42F7" w:rsidR="00134E87" w:rsidRPr="00134E87" w:rsidRDefault="00852C73" w:rsidP="00852C73">
      <w:pPr>
        <w:ind w:left="240" w:hangingChars="100" w:hanging="240"/>
      </w:pPr>
      <w:r>
        <w:rPr>
          <w:rFonts w:hint="eastAsia"/>
          <w:bdr w:val="single" w:sz="4" w:space="0" w:color="auto"/>
          <w:eastAsianLayout w:id="1731382273" w:vert="1" w:vertCompress="1"/>
        </w:rPr>
        <w:t>21</w:t>
      </w:r>
      <w:r w:rsidR="00134E87" w:rsidRPr="00134E87">
        <w:rPr>
          <w:rFonts w:hint="eastAsia"/>
        </w:rPr>
        <w:t xml:space="preserve">　藤原定家の作品ではないものを次から二つ選べ。</w:t>
      </w:r>
    </w:p>
    <w:p w14:paraId="4284A3AB" w14:textId="77777777" w:rsidR="00134E87" w:rsidRPr="00134E87" w:rsidRDefault="00134E87" w:rsidP="00852C73">
      <w:pPr>
        <w:ind w:leftChars="100" w:left="240"/>
      </w:pPr>
      <w:r w:rsidRPr="00134E87">
        <w:rPr>
          <w:rFonts w:hint="eastAsia"/>
        </w:rPr>
        <w:t xml:space="preserve">ア　金槐和歌集　　イ　毎月抄　　　</w:t>
      </w:r>
    </w:p>
    <w:p w14:paraId="7587B18E" w14:textId="77777777" w:rsidR="00134E87" w:rsidRPr="00134E87" w:rsidRDefault="00134E87" w:rsidP="00852C73">
      <w:pPr>
        <w:ind w:leftChars="100" w:left="240"/>
      </w:pPr>
      <w:r w:rsidRPr="00134E87">
        <w:rPr>
          <w:rFonts w:hint="eastAsia"/>
        </w:rPr>
        <w:t xml:space="preserve">ウ　無名草子　　　エ　近代秀歌　　　</w:t>
      </w:r>
    </w:p>
    <w:p w14:paraId="71B39E00" w14:textId="5EAD9753" w:rsidR="00134E87" w:rsidRPr="00134E87" w:rsidRDefault="00134E87" w:rsidP="00852C73">
      <w:pPr>
        <w:ind w:leftChars="100" w:left="240"/>
      </w:pPr>
      <w:r w:rsidRPr="00134E87">
        <w:rPr>
          <w:rFonts w:hint="eastAsia"/>
        </w:rPr>
        <w:t>オ　拾遺愚草　　　カ　明月記</w:t>
      </w:r>
      <w:r w:rsidR="00852C73">
        <w:rPr>
          <w:rFonts w:hint="eastAsia"/>
        </w:rPr>
        <w:t xml:space="preserve">　　　　　　　　　　　　　　　</w:t>
      </w:r>
      <w:r w:rsidRPr="00134E87">
        <w:rPr>
          <w:rFonts w:hint="eastAsia"/>
        </w:rPr>
        <w:t>（立命館大）</w:t>
      </w:r>
    </w:p>
    <w:p w14:paraId="7C1FE23A" w14:textId="63ED7AA0" w:rsidR="00134E87" w:rsidRDefault="00134E87" w:rsidP="00134E87"/>
    <w:p w14:paraId="45F7586A" w14:textId="77777777" w:rsidR="00852C73" w:rsidRPr="009E2958" w:rsidRDefault="00852C73" w:rsidP="00852C73">
      <w:r w:rsidRPr="009E2958">
        <w:rPr>
          <w:rFonts w:hint="eastAsia"/>
        </w:rPr>
        <w:t>【解答】</w:t>
      </w:r>
    </w:p>
    <w:p w14:paraId="2EC047FC" w14:textId="1EC4F1BB" w:rsidR="00852C73" w:rsidRPr="00852C73" w:rsidRDefault="00CD5074" w:rsidP="00852C73">
      <w:r w:rsidRPr="00B9189B">
        <w:rPr>
          <w:rFonts w:hint="eastAsia"/>
          <w:bdr w:val="single" w:sz="4" w:space="0" w:color="auto"/>
          <w:eastAsianLayout w:id="1731382273" w:vert="1" w:vertCompress="1"/>
        </w:rPr>
        <w:t>1</w:t>
      </w:r>
      <w:r>
        <w:rPr>
          <w:rFonts w:hint="eastAsia"/>
          <w:bdr w:val="single" w:sz="4" w:space="0" w:color="auto"/>
          <w:eastAsianLayout w:id="1731382273" w:vert="1" w:vertCompress="1"/>
        </w:rPr>
        <w:t>9</w:t>
      </w:r>
      <w:r w:rsidR="00852C73" w:rsidRPr="00852C73">
        <w:rPr>
          <w:rFonts w:hint="eastAsia"/>
        </w:rPr>
        <w:t xml:space="preserve">　ウ　　</w:t>
      </w:r>
    </w:p>
    <w:p w14:paraId="21966DC8" w14:textId="11B52E1A" w:rsidR="00852C73" w:rsidRPr="00852C73" w:rsidRDefault="00CD5074" w:rsidP="00852C73">
      <w:r>
        <w:rPr>
          <w:rFonts w:hint="eastAsia"/>
          <w:bdr w:val="single" w:sz="4" w:space="0" w:color="auto"/>
          <w:eastAsianLayout w:id="1731382273" w:vert="1" w:vertCompress="1"/>
        </w:rPr>
        <w:t>20</w:t>
      </w:r>
      <w:r w:rsidR="00852C73" w:rsidRPr="00852C73">
        <w:rPr>
          <w:rFonts w:hint="eastAsia"/>
        </w:rPr>
        <w:t xml:space="preserve">　エ　　</w:t>
      </w:r>
    </w:p>
    <w:p w14:paraId="0E67FA3B" w14:textId="636EC619" w:rsidR="00852C73" w:rsidRPr="00E079CC" w:rsidRDefault="00CD5074" w:rsidP="00852C73">
      <w:r>
        <w:rPr>
          <w:rFonts w:hint="eastAsia"/>
          <w:bdr w:val="single" w:sz="4" w:space="0" w:color="auto"/>
          <w:eastAsianLayout w:id="1731382273" w:vert="1" w:vertCompress="1"/>
        </w:rPr>
        <w:t>21</w:t>
      </w:r>
      <w:r w:rsidR="00852C73" w:rsidRPr="00852C73">
        <w:rPr>
          <w:rFonts w:hint="eastAsia"/>
        </w:rPr>
        <w:t xml:space="preserve">　ア・ウ</w:t>
      </w:r>
    </w:p>
    <w:sectPr w:rsidR="00852C73" w:rsidRPr="00E079CC" w:rsidSect="00E079CC">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518368" w14:textId="77777777" w:rsidR="00A11CC9" w:rsidRDefault="00A11CC9" w:rsidP="001359F1">
      <w:pPr>
        <w:spacing w:line="240" w:lineRule="auto"/>
        <w:rPr>
          <w:rFonts w:cs="Times New Roman"/>
        </w:rPr>
      </w:pPr>
      <w:r>
        <w:rPr>
          <w:rFonts w:cs="Times New Roman"/>
        </w:rPr>
        <w:separator/>
      </w:r>
    </w:p>
  </w:endnote>
  <w:endnote w:type="continuationSeparator" w:id="0">
    <w:p w14:paraId="09BE1E0B" w14:textId="77777777" w:rsidR="00A11CC9" w:rsidRDefault="00A11CC9"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OTF リュウミン Pr6N R-KL"/>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panose1 w:val="02020400000000000000"/>
    <w:charset w:val="4E"/>
    <w:family w:val="auto"/>
    <w:pitch w:val="variable"/>
    <w:sig w:usb0="000002D7" w:usb1="2AC71C11" w:usb2="00000012" w:usb3="00000000" w:csb0="0002009F" w:csb1="00000000"/>
  </w:font>
  <w:font w:name="RyuminPr6N-Medium">
    <w:altName w:val="HG明朝E"/>
    <w:panose1 w:val="00000000000000000000"/>
    <w:charset w:val="80"/>
    <w:family w:val="auto"/>
    <w:notTrueType/>
    <w:pitch w:val="default"/>
    <w:sig w:usb0="00000001" w:usb1="08070000" w:usb2="00000010" w:usb3="00000000" w:csb0="00020000" w:csb1="00000000"/>
  </w:font>
  <w:font w:name="ShinGoPr6-Light">
    <w:altName w:val="07やさしさゴシック"/>
    <w:panose1 w:val="00000000000000000000"/>
    <w:charset w:val="80"/>
    <w:family w:val="auto"/>
    <w:notTrueType/>
    <w:pitch w:val="default"/>
    <w:sig w:usb0="00000001" w:usb1="08070000" w:usb2="00000010" w:usb3="00000000" w:csb0="00020000" w:csb1="00000000"/>
  </w:font>
  <w:font w:name="GothicBBBPro-Medium">
    <w:altName w:val="HG明朝E"/>
    <w:panose1 w:val="00000000000000000000"/>
    <w:charset w:val="80"/>
    <w:family w:val="auto"/>
    <w:notTrueType/>
    <w:pitch w:val="default"/>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altName w:val="ＭＳ Ｐゴシック"/>
    <w:panose1 w:val="020B0609070205080204"/>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F7867B" w14:textId="77777777" w:rsidR="00A11CC9" w:rsidRDefault="00A11CC9" w:rsidP="001359F1">
      <w:pPr>
        <w:spacing w:line="240" w:lineRule="auto"/>
        <w:rPr>
          <w:rFonts w:cs="Times New Roman"/>
        </w:rPr>
      </w:pPr>
      <w:r>
        <w:rPr>
          <w:rFonts w:cs="Times New Roman"/>
        </w:rPr>
        <w:separator/>
      </w:r>
    </w:p>
  </w:footnote>
  <w:footnote w:type="continuationSeparator" w:id="0">
    <w:p w14:paraId="41893CFF" w14:textId="77777777" w:rsidR="00A11CC9" w:rsidRDefault="00A11CC9"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bordersDoNotSurroundHeader/>
  <w:bordersDoNotSurroundFooter/>
  <w:proofState w:spelling="clean" w:grammar="dirty"/>
  <w:attachedTemplate r:id="rId1"/>
  <w:defaultTabStop w:val="960"/>
  <w:doNotHyphenateCaps/>
  <w:drawingGridHorizontalSpacing w:val="120"/>
  <w:drawingGridVerticalSpacing w:val="200"/>
  <w:displayHorizontalDrawingGridEvery w:val="0"/>
  <w:displayVerticalDrawingGridEvery w:val="2"/>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79CC"/>
    <w:rsid w:val="000261D1"/>
    <w:rsid w:val="00033350"/>
    <w:rsid w:val="0007354C"/>
    <w:rsid w:val="00074A0B"/>
    <w:rsid w:val="00094231"/>
    <w:rsid w:val="000E2A64"/>
    <w:rsid w:val="001038F2"/>
    <w:rsid w:val="00134E87"/>
    <w:rsid w:val="001359F1"/>
    <w:rsid w:val="001379D2"/>
    <w:rsid w:val="001D10F1"/>
    <w:rsid w:val="001D1949"/>
    <w:rsid w:val="001F1661"/>
    <w:rsid w:val="00205BBB"/>
    <w:rsid w:val="00230AC0"/>
    <w:rsid w:val="00232958"/>
    <w:rsid w:val="00247EA4"/>
    <w:rsid w:val="00283A9B"/>
    <w:rsid w:val="002A2B54"/>
    <w:rsid w:val="002F737D"/>
    <w:rsid w:val="00312255"/>
    <w:rsid w:val="00326351"/>
    <w:rsid w:val="003C0354"/>
    <w:rsid w:val="003D0B17"/>
    <w:rsid w:val="003D2215"/>
    <w:rsid w:val="003D5869"/>
    <w:rsid w:val="003F475D"/>
    <w:rsid w:val="00450BE1"/>
    <w:rsid w:val="00483A08"/>
    <w:rsid w:val="004853F7"/>
    <w:rsid w:val="004A5940"/>
    <w:rsid w:val="004B19DC"/>
    <w:rsid w:val="005031C8"/>
    <w:rsid w:val="0057153D"/>
    <w:rsid w:val="00573AFC"/>
    <w:rsid w:val="005931D4"/>
    <w:rsid w:val="00594B96"/>
    <w:rsid w:val="005E687B"/>
    <w:rsid w:val="0060367C"/>
    <w:rsid w:val="00616C93"/>
    <w:rsid w:val="006251FF"/>
    <w:rsid w:val="006B73C8"/>
    <w:rsid w:val="007109A4"/>
    <w:rsid w:val="00782B02"/>
    <w:rsid w:val="00824087"/>
    <w:rsid w:val="00852C73"/>
    <w:rsid w:val="008855EC"/>
    <w:rsid w:val="008D2113"/>
    <w:rsid w:val="008E03CA"/>
    <w:rsid w:val="00983C1A"/>
    <w:rsid w:val="00983E09"/>
    <w:rsid w:val="00984684"/>
    <w:rsid w:val="009E2958"/>
    <w:rsid w:val="009F57A9"/>
    <w:rsid w:val="00A11CC9"/>
    <w:rsid w:val="00A1429C"/>
    <w:rsid w:val="00A415AD"/>
    <w:rsid w:val="00AB4F46"/>
    <w:rsid w:val="00B04AB6"/>
    <w:rsid w:val="00B07DC3"/>
    <w:rsid w:val="00B22132"/>
    <w:rsid w:val="00B3434A"/>
    <w:rsid w:val="00B66CAE"/>
    <w:rsid w:val="00B912F3"/>
    <w:rsid w:val="00B9189B"/>
    <w:rsid w:val="00BB44FB"/>
    <w:rsid w:val="00C20B22"/>
    <w:rsid w:val="00C3325E"/>
    <w:rsid w:val="00C33818"/>
    <w:rsid w:val="00C43DA4"/>
    <w:rsid w:val="00C720A9"/>
    <w:rsid w:val="00C73655"/>
    <w:rsid w:val="00C86261"/>
    <w:rsid w:val="00CD5074"/>
    <w:rsid w:val="00D42FC7"/>
    <w:rsid w:val="00D47783"/>
    <w:rsid w:val="00D636F2"/>
    <w:rsid w:val="00D811B2"/>
    <w:rsid w:val="00D82C33"/>
    <w:rsid w:val="00DE6453"/>
    <w:rsid w:val="00E079CC"/>
    <w:rsid w:val="00E17F17"/>
    <w:rsid w:val="00E353C4"/>
    <w:rsid w:val="00E361A5"/>
    <w:rsid w:val="00F26EC7"/>
    <w:rsid w:val="00F41936"/>
    <w:rsid w:val="00F426B2"/>
    <w:rsid w:val="00F64A86"/>
    <w:rsid w:val="00F774CB"/>
    <w:rsid w:val="00FA604C"/>
    <w:rsid w:val="00FB31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v:textbox inset="5.85pt,.7pt,5.85pt,.7pt"/>
    </o:shapedefaults>
    <o:shapelayout v:ext="edit">
      <o:idmap v:ext="edit" data="1"/>
    </o:shapelayout>
  </w:shapeDefaults>
  <w:decimalSymbol w:val="."/>
  <w:listSeparator w:val=","/>
  <w14:docId w14:val="595E6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圏点"/>
    <w:basedOn w:val="a0"/>
    <w:uiPriority w:val="1"/>
    <w:qFormat/>
    <w:rsid w:val="00983C1A"/>
    <w:rPr>
      <w:em w:val="comma"/>
      <w:lang w:val="ja-JP"/>
    </w:rPr>
  </w:style>
  <w:style w:type="paragraph" w:customStyle="1" w:styleId="af5">
    <w:name w:val="問題"/>
    <w:basedOn w:val="a"/>
    <w:qFormat/>
    <w:rsid w:val="00F426B2"/>
    <w:pPr>
      <w:ind w:left="480" w:hangingChars="200" w:hanging="480"/>
    </w:pPr>
    <w:rPr>
      <w:rFonts w:ascii="ＭＳ 明朝" w:hAnsi="ＭＳ 明朝" w:cs="ＭＳ 明朝"/>
      <w:bCs/>
      <w:lang w:val="ja-JP"/>
    </w:rPr>
  </w:style>
  <w:style w:type="paragraph" w:customStyle="1" w:styleId="20">
    <w:name w:val="選択肢（2字下げ）"/>
    <w:basedOn w:val="a"/>
    <w:qFormat/>
    <w:rsid w:val="00D82C33"/>
    <w:pPr>
      <w:ind w:leftChars="200" w:left="720" w:hangingChars="100" w:hanging="240"/>
    </w:pPr>
    <w:rPr>
      <w:rFonts w:ascii="ＭＳ 明朝" w:hAnsi="ＭＳ 明朝" w:cs="ＭＳ 明朝"/>
      <w:lang w:val="ja-JP"/>
    </w:rPr>
  </w:style>
  <w:style w:type="paragraph" w:customStyle="1" w:styleId="af6">
    <w:name w:val="◎問題"/>
    <w:basedOn w:val="a"/>
    <w:qFormat/>
    <w:rsid w:val="00D82C33"/>
    <w:pPr>
      <w:ind w:leftChars="-100" w:left="480" w:hangingChars="300" w:hanging="720"/>
    </w:pPr>
    <w:rPr>
      <w:rFonts w:ascii="ＭＳ 明朝" w:hAnsi="ＭＳ 明朝" w:cs="ＭＳ 明朝"/>
      <w:lang w:val="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869"/>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character" w:customStyle="1" w:styleId="af4">
    <w:name w:val="圏点"/>
    <w:basedOn w:val="a0"/>
    <w:uiPriority w:val="1"/>
    <w:qFormat/>
    <w:rsid w:val="00983C1A"/>
    <w:rPr>
      <w:em w:val="comma"/>
      <w:lang w:val="ja-JP"/>
    </w:rPr>
  </w:style>
  <w:style w:type="paragraph" w:customStyle="1" w:styleId="af5">
    <w:name w:val="問題"/>
    <w:basedOn w:val="a"/>
    <w:qFormat/>
    <w:rsid w:val="00F426B2"/>
    <w:pPr>
      <w:ind w:left="480" w:hangingChars="200" w:hanging="480"/>
    </w:pPr>
    <w:rPr>
      <w:rFonts w:ascii="ＭＳ 明朝" w:hAnsi="ＭＳ 明朝" w:cs="ＭＳ 明朝"/>
      <w:bCs/>
      <w:lang w:val="ja-JP"/>
    </w:rPr>
  </w:style>
  <w:style w:type="paragraph" w:customStyle="1" w:styleId="20">
    <w:name w:val="選択肢（2字下げ）"/>
    <w:basedOn w:val="a"/>
    <w:qFormat/>
    <w:rsid w:val="00D82C33"/>
    <w:pPr>
      <w:ind w:leftChars="200" w:left="720" w:hangingChars="100" w:hanging="240"/>
    </w:pPr>
    <w:rPr>
      <w:rFonts w:ascii="ＭＳ 明朝" w:hAnsi="ＭＳ 明朝" w:cs="ＭＳ 明朝"/>
      <w:lang w:val="ja-JP"/>
    </w:rPr>
  </w:style>
  <w:style w:type="paragraph" w:customStyle="1" w:styleId="af6">
    <w:name w:val="◎問題"/>
    <w:basedOn w:val="a"/>
    <w:qFormat/>
    <w:rsid w:val="00D82C33"/>
    <w:pPr>
      <w:ind w:leftChars="-100" w:left="480" w:hangingChars="300" w:hanging="720"/>
    </w:pPr>
    <w:rPr>
      <w:rFonts w:ascii="ＭＳ 明朝" w:hAnsi="ＭＳ 明朝" w:cs="ＭＳ 明朝"/>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HD:Users:kishimotokazuko:Desktop:&#20013;&#35199;&#20316;&#26989;&#20013;:&#12450;&#12471;&#12473;&#12488;21&#38598;:&#12450;&#12471;&#12473;&#12488;21&#38598;&#12288;&#12486;&#12461;&#12473;&#12488;&#12486;&#12441;&#12540;&#12479;&#20316;&#25104;:00&#12300;&#9679;&#123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00「●」.dotx</Template>
  <TotalTime>25</TotalTime>
  <Pages>7</Pages>
  <Words>354</Words>
  <Characters>2024</Characters>
  <Application>Microsoft Macintosh Word</Application>
  <DocSecurity>0</DocSecurity>
  <Lines>16</Lines>
  <Paragraphs>4</Paragraphs>
  <ScaleCrop>false</ScaleCrop>
  <Company>株式会社　京都書房</Company>
  <LinksUpToDate>false</LinksUpToDate>
  <CharactersWithSpaces>2374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2018-07-06T01:56:00Z</dcterms:created>
  <dcterms:modified xsi:type="dcterms:W3CDTF">2018-07-09T04:38:00Z</dcterms:modified>
</cp:coreProperties>
</file>